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747F0B" w:rsidRDefault="00F422D3" w:rsidP="00B42F40">
      <w:pPr>
        <w:pStyle w:val="Titul1"/>
        <w:rPr>
          <w:sz w:val="40"/>
          <w:szCs w:val="40"/>
        </w:rPr>
      </w:pPr>
      <w:r w:rsidRPr="00747F0B">
        <w:rPr>
          <w:sz w:val="40"/>
          <w:szCs w:val="40"/>
        </w:rPr>
        <w:t>S</w:t>
      </w:r>
      <w:r w:rsidR="003F5723" w:rsidRPr="00747F0B">
        <w:rPr>
          <w:sz w:val="40"/>
          <w:szCs w:val="40"/>
        </w:rPr>
        <w:t>mlouva o dílo na zhotovení</w:t>
      </w:r>
    </w:p>
    <w:p w14:paraId="07136E15" w14:textId="43020916" w:rsidR="003F5723" w:rsidRPr="00747F0B" w:rsidRDefault="00897796" w:rsidP="003F5723">
      <w:pPr>
        <w:pStyle w:val="Titul2"/>
        <w:rPr>
          <w:sz w:val="28"/>
          <w:szCs w:val="28"/>
        </w:rPr>
      </w:pPr>
      <w:r w:rsidRPr="00747F0B">
        <w:rPr>
          <w:sz w:val="28"/>
          <w:szCs w:val="28"/>
        </w:rPr>
        <w:t>Projektov</w:t>
      </w:r>
      <w:r w:rsidR="00E435EA" w:rsidRPr="00747F0B">
        <w:rPr>
          <w:sz w:val="28"/>
          <w:szCs w:val="28"/>
        </w:rPr>
        <w:t>é</w:t>
      </w:r>
      <w:r w:rsidRPr="00747F0B">
        <w:rPr>
          <w:sz w:val="28"/>
          <w:szCs w:val="28"/>
        </w:rPr>
        <w:t xml:space="preserve"> d</w:t>
      </w:r>
      <w:r w:rsidR="003F5723" w:rsidRPr="00747F0B">
        <w:rPr>
          <w:sz w:val="28"/>
          <w:szCs w:val="28"/>
        </w:rPr>
        <w:t xml:space="preserve">okumentace pro </w:t>
      </w:r>
      <w:r w:rsidR="0079664B" w:rsidRPr="00747F0B">
        <w:rPr>
          <w:sz w:val="28"/>
          <w:szCs w:val="28"/>
        </w:rPr>
        <w:t xml:space="preserve">společné povolení, </w:t>
      </w:r>
      <w:r w:rsidR="003F5723" w:rsidRPr="00747F0B">
        <w:rPr>
          <w:sz w:val="28"/>
          <w:szCs w:val="28"/>
        </w:rPr>
        <w:t>Projektové dokumentace pro prov</w:t>
      </w:r>
      <w:r w:rsidRPr="00747F0B">
        <w:rPr>
          <w:sz w:val="28"/>
          <w:szCs w:val="28"/>
        </w:rPr>
        <w:t>á</w:t>
      </w:r>
      <w:r w:rsidR="003F5723" w:rsidRPr="00747F0B">
        <w:rPr>
          <w:sz w:val="28"/>
          <w:szCs w:val="28"/>
        </w:rPr>
        <w:t>d</w:t>
      </w:r>
      <w:r w:rsidRPr="00747F0B">
        <w:rPr>
          <w:sz w:val="28"/>
          <w:szCs w:val="28"/>
        </w:rPr>
        <w:t>ě</w:t>
      </w:r>
      <w:r w:rsidR="003F5723" w:rsidRPr="00747F0B">
        <w:rPr>
          <w:sz w:val="28"/>
          <w:szCs w:val="28"/>
        </w:rPr>
        <w:t>ní stavby a výkon dozoru</w:t>
      </w:r>
      <w:r w:rsidR="007A49D4" w:rsidRPr="00747F0B">
        <w:rPr>
          <w:sz w:val="28"/>
          <w:szCs w:val="28"/>
        </w:rPr>
        <w:t xml:space="preserve"> projektanta</w:t>
      </w:r>
    </w:p>
    <w:p w14:paraId="0F72CA50" w14:textId="38D3061F" w:rsidR="001B77EA" w:rsidRPr="00C6222E" w:rsidRDefault="001B77EA" w:rsidP="001716AD">
      <w:pPr>
        <w:pStyle w:val="Titul2"/>
        <w:jc w:val="both"/>
        <w:rPr>
          <w:sz w:val="28"/>
          <w:szCs w:val="28"/>
        </w:rPr>
      </w:pPr>
      <w:r w:rsidRPr="00747F0B">
        <w:rPr>
          <w:sz w:val="28"/>
          <w:szCs w:val="28"/>
        </w:rPr>
        <w:t xml:space="preserve">Název zakázky: </w:t>
      </w:r>
      <w:sdt>
        <w:sdtPr>
          <w:rPr>
            <w:rFonts w:eastAsia="Times New Roman" w:cs="Arial"/>
            <w:bCs/>
            <w:color w:val="000000"/>
            <w:sz w:val="28"/>
            <w:szCs w:val="28"/>
            <w:lang w:eastAsia="cs-CZ"/>
          </w:rPr>
          <w:alias w:val="Název akce - VYplnit pole - přenese se do zápatí"/>
          <w:tag w:val="Název akce"/>
          <w:id w:val="1889687308"/>
          <w:placeholder>
            <w:docPart w:val="2DE08AE602404EA4988F8684AE8FFD93"/>
          </w:placeholder>
          <w:text/>
        </w:sdtPr>
        <w:sdtEndPr/>
        <w:sdtContent>
          <w:r w:rsidR="00A87AA7" w:rsidRPr="00747F0B">
            <w:rPr>
              <w:rFonts w:eastAsia="Times New Roman" w:cs="Arial"/>
              <w:bCs/>
              <w:color w:val="000000"/>
              <w:sz w:val="28"/>
              <w:szCs w:val="28"/>
              <w:lang w:eastAsia="cs-CZ"/>
            </w:rPr>
            <w:t>„Výstavba PZS na přejezdu P5384 v km 8,795 trati Hradec Králové - Turnov“</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0DFA2A72"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830FB">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5C005EE4" w:rsidR="008419FA" w:rsidRDefault="008419FA" w:rsidP="008419FA">
      <w:pPr>
        <w:pStyle w:val="Textbezodsazen"/>
        <w:spacing w:after="0"/>
        <w:rPr>
          <w:color w:val="000000" w:themeColor="text1"/>
        </w:rPr>
      </w:pPr>
      <w:r>
        <w:rPr>
          <w:color w:val="000000" w:themeColor="text1"/>
        </w:rPr>
        <w:t xml:space="preserve">Nerudova </w:t>
      </w:r>
      <w:r w:rsidR="001716AD">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7F0192B5" w:rsidR="00F422D3" w:rsidRDefault="003A60C1" w:rsidP="00B42F40">
      <w:pPr>
        <w:pStyle w:val="Textbezodsazen"/>
      </w:pPr>
      <w:r>
        <w:t>I</w:t>
      </w:r>
      <w:r w:rsidR="0079664B">
        <w:t>SPROF</w:t>
      </w:r>
      <w:r w:rsidR="001716AD">
        <w:t>O</w:t>
      </w:r>
      <w:r w:rsidR="0079664B">
        <w:t>N</w:t>
      </w:r>
      <w:r w:rsidR="001716AD">
        <w:t>D</w:t>
      </w:r>
      <w:r w:rsidR="0079664B">
        <w:t xml:space="preserve"> / SUB. </w:t>
      </w:r>
      <w:r w:rsidR="0079664B" w:rsidRPr="0081565D">
        <w:t>ISPROFIN</w:t>
      </w:r>
      <w:r w:rsidR="00F422D3">
        <w:t>:</w:t>
      </w:r>
      <w:r w:rsidR="008419FA">
        <w:t xml:space="preserve"> </w:t>
      </w:r>
      <w:r w:rsidR="001716AD">
        <w:t>3273514800 / 552353004</w:t>
      </w:r>
      <w:r w:rsidR="00A87AA7">
        <w:t>9</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1716AD" w:rsidRDefault="00F422D3" w:rsidP="00B42F40">
      <w:pPr>
        <w:pStyle w:val="Textbezodsazen"/>
      </w:pPr>
      <w:r w:rsidRPr="001716AD">
        <w:t xml:space="preserve">číslo smlouvy: </w:t>
      </w:r>
      <w:r w:rsidR="00D53494" w:rsidRPr="001716AD">
        <w:rPr>
          <w:b/>
          <w:highlight w:val="yellow"/>
        </w:rPr>
        <w:fldChar w:fldCharType="begin"/>
      </w:r>
      <w:r w:rsidR="00D53494" w:rsidRPr="001716AD">
        <w:rPr>
          <w:b/>
          <w:highlight w:val="yellow"/>
        </w:rPr>
        <w:instrText xml:space="preserve"> MACROBUTTON  VložitŠirokouMezeru "[VLOŽÍ ZHOTOVITEL]" </w:instrText>
      </w:r>
      <w:r w:rsidR="00D53494" w:rsidRPr="001716AD">
        <w:rPr>
          <w:b/>
          <w:highlight w:val="yellow"/>
        </w:rPr>
        <w:fldChar w:fldCharType="end"/>
      </w:r>
    </w:p>
    <w:p w14:paraId="7224024A" w14:textId="77777777" w:rsidR="00A50995" w:rsidRPr="001716AD" w:rsidRDefault="00F422D3" w:rsidP="003F5723">
      <w:pPr>
        <w:pStyle w:val="Textbezodsazen"/>
        <w:rPr>
          <w:rStyle w:val="Tun"/>
        </w:rPr>
      </w:pPr>
      <w:r w:rsidRPr="001716AD">
        <w:lastRenderedPageBreak/>
        <w:t>uzavřely tuto smlouvu (dále jen „</w:t>
      </w:r>
      <w:r w:rsidRPr="001716AD">
        <w:rPr>
          <w:rStyle w:val="Tun"/>
        </w:rPr>
        <w:t>Smlouva</w:t>
      </w:r>
      <w:r w:rsidRPr="001716AD">
        <w:t>“) v souladu s ust. § 2586 a násl. zákona č. 89/2012 Sb., občanský zákoník, ve znění pozdějších předpisů (dále jen „</w:t>
      </w:r>
      <w:r w:rsidRPr="001716AD">
        <w:rPr>
          <w:rStyle w:val="Tun"/>
        </w:rPr>
        <w:t>občanský zákoník</w:t>
      </w:r>
      <w:r w:rsidRPr="001716AD">
        <w:t>“).</w:t>
      </w:r>
    </w:p>
    <w:p w14:paraId="34E0AE6F" w14:textId="77777777" w:rsidR="003F5723" w:rsidRPr="001716AD" w:rsidRDefault="003F5723" w:rsidP="003F5723">
      <w:pPr>
        <w:pStyle w:val="Textbezodsazen"/>
        <w:rPr>
          <w:rStyle w:val="Tun"/>
        </w:rPr>
      </w:pPr>
      <w:r w:rsidRPr="001716AD">
        <w:rPr>
          <w:rStyle w:val="Tun"/>
        </w:rPr>
        <w:t>Smluvní strany, vědomy si svých závazků v této Smlouvě obsažených a s úmyslem být touto Smlouvou vázány, dohodly se na následujícím znění Smlouvy:</w:t>
      </w:r>
    </w:p>
    <w:p w14:paraId="2A90AB32" w14:textId="77777777" w:rsidR="003F5723" w:rsidRPr="001716AD" w:rsidRDefault="003F5723" w:rsidP="003F5723">
      <w:pPr>
        <w:pStyle w:val="Nadpis1-1"/>
      </w:pPr>
      <w:r w:rsidRPr="001716AD">
        <w:t>ÚVODNÍ USTANOVENÍ</w:t>
      </w:r>
    </w:p>
    <w:p w14:paraId="0B0472F6" w14:textId="77777777" w:rsidR="003F5723" w:rsidRPr="001716AD" w:rsidRDefault="003F5723" w:rsidP="003F5723">
      <w:pPr>
        <w:pStyle w:val="Text1-1"/>
      </w:pPr>
      <w:r w:rsidRPr="001716AD">
        <w:t>Objednatel prohlašuje, že je státní organizací, která vznikla k 1. 1. 2003 na základě zákona č. 77/2002 Sb., o akciové společnosti České dráhy, státní organizaci Sp</w:t>
      </w:r>
      <w:r w:rsidR="003B1CFC" w:rsidRPr="001716AD">
        <w:t>ráva železnic</w:t>
      </w:r>
      <w:r w:rsidRPr="001716AD">
        <w:t>, ve znění pozdějších předp</w:t>
      </w:r>
      <w:r w:rsidR="008063CD" w:rsidRPr="001716AD">
        <w:t>isů, splňuje veškeré podmínky a </w:t>
      </w:r>
      <w:r w:rsidRPr="001716AD">
        <w:t>požadavky v této Smlouvě stanovené a je oprávněn tuto Smlouvu uzavřít a řádně plnit povinnosti v ní obsažené.</w:t>
      </w:r>
    </w:p>
    <w:p w14:paraId="44BAFA05" w14:textId="77777777" w:rsidR="003F5723" w:rsidRPr="001716AD" w:rsidRDefault="003F5723" w:rsidP="003F5723">
      <w:pPr>
        <w:pStyle w:val="Text1-1"/>
      </w:pPr>
      <w:r w:rsidRPr="001716AD">
        <w:t>Zhotovitel prohlašuje, že splňuje veškeré podmínky a požadavky v této Smlouvě stanovené a je oprávněn tuto Smlouvu uzavřít a řádně plnit povinnosti v ní obsažené.</w:t>
      </w:r>
    </w:p>
    <w:p w14:paraId="54166390" w14:textId="77777777" w:rsidR="003F5723" w:rsidRPr="001716AD" w:rsidRDefault="003F5723" w:rsidP="003F5723">
      <w:pPr>
        <w:pStyle w:val="Text1-1"/>
      </w:pPr>
      <w:r w:rsidRPr="001716AD">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Pr="001716AD" w:rsidRDefault="003F5723" w:rsidP="003F5723">
      <w:pPr>
        <w:pStyle w:val="Text1-1"/>
      </w:pPr>
      <w:r w:rsidRPr="001716AD">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Pr="001716AD" w:rsidRDefault="003F5723" w:rsidP="003F5723">
      <w:pPr>
        <w:pStyle w:val="Text1-1"/>
      </w:pPr>
      <w:r w:rsidRPr="001716AD">
        <w:t>Pojmy s velkým počátečním písmenem, které nejsou definovány v této Smlouvě, mají význam uvedený v obchodních podmínkách, které tvoří Přílohu č. 2 této Smlouvy (dále jen „</w:t>
      </w:r>
      <w:r w:rsidRPr="001716AD">
        <w:rPr>
          <w:rStyle w:val="Tun"/>
        </w:rPr>
        <w:t>Obchodní podmínky</w:t>
      </w:r>
      <w:r w:rsidRPr="001716AD">
        <w:t>“).</w:t>
      </w:r>
    </w:p>
    <w:p w14:paraId="35FEC00F" w14:textId="77777777" w:rsidR="003F5723" w:rsidRPr="001716AD" w:rsidRDefault="003F5723" w:rsidP="003F5723">
      <w:pPr>
        <w:pStyle w:val="Nadpis1-1"/>
      </w:pPr>
      <w:r w:rsidRPr="001716AD">
        <w:t>ÚČEL SMLOUVY</w:t>
      </w:r>
    </w:p>
    <w:p w14:paraId="091ACEF4" w14:textId="600E6E1F" w:rsidR="003F5723" w:rsidRPr="001716AD" w:rsidRDefault="003F5723" w:rsidP="003F5723">
      <w:pPr>
        <w:pStyle w:val="Text1-1"/>
      </w:pPr>
      <w:r w:rsidRPr="001716AD">
        <w:t xml:space="preserve">Objednatel oznámil </w:t>
      </w:r>
      <w:r w:rsidR="00CD6533" w:rsidRPr="001716AD">
        <w:t>uveřejněním zadávací dokumentace na Profilu zadavatele</w:t>
      </w:r>
      <w:r w:rsidRPr="001716AD">
        <w:t xml:space="preserve"> dne </w:t>
      </w:r>
      <w:r w:rsidR="008419FA" w:rsidRPr="001716AD">
        <w:rPr>
          <w:highlight w:val="green"/>
        </w:rPr>
        <w:fldChar w:fldCharType="begin"/>
      </w:r>
      <w:r w:rsidR="008419FA" w:rsidRPr="001716AD">
        <w:rPr>
          <w:highlight w:val="green"/>
        </w:rPr>
        <w:instrText xml:space="preserve"> MACROBUTTON  VložitŠirokouMezeru "[VLOŽÍ OBJEDNATEL]" </w:instrText>
      </w:r>
      <w:r w:rsidR="008419FA" w:rsidRPr="001716AD">
        <w:rPr>
          <w:highlight w:val="green"/>
        </w:rPr>
        <w:fldChar w:fldCharType="end"/>
      </w:r>
      <w:r w:rsidRPr="001716AD">
        <w:t xml:space="preserve"> svůj úmysl zadat veřejnou zakázku s názvem „</w:t>
      </w:r>
      <w:r w:rsidR="00A87AA7" w:rsidRPr="00BE65BA">
        <w:rPr>
          <w:rFonts w:eastAsia="Times New Roman" w:cs="Arial"/>
          <w:b/>
          <w:bCs/>
          <w:color w:val="000000"/>
          <w:lang w:eastAsia="cs-CZ"/>
        </w:rPr>
        <w:t>Výstavba PZS na přejezdu P5384 v km 8,795 trati Hradec Králové - Turnov</w:t>
      </w:r>
      <w:r w:rsidRPr="001716AD">
        <w:t>“ (dále jen „</w:t>
      </w:r>
      <w:r w:rsidRPr="001716AD">
        <w:rPr>
          <w:rStyle w:val="Tun"/>
        </w:rPr>
        <w:t>Veřejná zakázka</w:t>
      </w:r>
      <w:r w:rsidRPr="001716AD">
        <w:t xml:space="preserve">“). Na základě tohoto </w:t>
      </w:r>
      <w:r w:rsidR="00CD6533" w:rsidRPr="001716AD">
        <w:t xml:space="preserve">výběrového </w:t>
      </w:r>
      <w:r w:rsidRPr="001716AD">
        <w:t>řízení byla pro plnění Veřejné zakázky vybrána jako ekonomicky nejvýhodnější nabídka Zhotovitele (dále jen „</w:t>
      </w:r>
      <w:r w:rsidRPr="001716AD">
        <w:rPr>
          <w:rStyle w:val="Tun"/>
        </w:rPr>
        <w:t>Nabídka</w:t>
      </w:r>
      <w:r w:rsidRPr="001716AD">
        <w:t>“).</w:t>
      </w:r>
    </w:p>
    <w:p w14:paraId="64820F66" w14:textId="77777777" w:rsidR="003F5723" w:rsidRPr="001716AD" w:rsidRDefault="003F5723" w:rsidP="003F5723">
      <w:pPr>
        <w:pStyle w:val="Text1-1"/>
      </w:pPr>
      <w:r w:rsidRPr="001716AD">
        <w:t>Účelem této Smlouvy je realizace předmětu plnění Veřejné zakázky dle zadávací dokumentace Veřejné zakázky (dále jen „</w:t>
      </w:r>
      <w:r w:rsidRPr="001716AD">
        <w:rPr>
          <w:rStyle w:val="Tun"/>
        </w:rPr>
        <w:t>Zadávací dokumentace</w:t>
      </w:r>
      <w:r w:rsidRPr="001716AD">
        <w:t>“) a stanovení způsobu a podmínek její realizace pro Objednatele.</w:t>
      </w:r>
    </w:p>
    <w:p w14:paraId="6C95B510" w14:textId="77777777" w:rsidR="003F5723" w:rsidRPr="001716AD" w:rsidRDefault="003F5723" w:rsidP="00D0794D">
      <w:pPr>
        <w:pStyle w:val="Text1-1"/>
        <w:tabs>
          <w:tab w:val="clear" w:pos="737"/>
        </w:tabs>
      </w:pPr>
      <w:r w:rsidRPr="001716AD">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Pr="001716AD" w:rsidRDefault="003F5723" w:rsidP="00D0794D">
      <w:pPr>
        <w:pStyle w:val="Text1-2"/>
        <w:numPr>
          <w:ilvl w:val="0"/>
          <w:numId w:val="27"/>
        </w:numPr>
        <w:ind w:left="1418" w:hanging="709"/>
      </w:pPr>
      <w:r w:rsidRPr="001716AD">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Pr="001716AD" w:rsidRDefault="003F5723" w:rsidP="00D0794D">
      <w:pPr>
        <w:pStyle w:val="Text1-2"/>
        <w:numPr>
          <w:ilvl w:val="0"/>
          <w:numId w:val="27"/>
        </w:numPr>
        <w:ind w:left="1418" w:hanging="709"/>
      </w:pPr>
      <w:r w:rsidRPr="001716AD">
        <w:t>v případě chybějících ustanovení této Smlouvy budou použita dostatečně konkrétní ustanovení Zadávací dokumentace nebo Nabídky Zhotovitele,</w:t>
      </w:r>
    </w:p>
    <w:p w14:paraId="75FB2529" w14:textId="77777777" w:rsidR="003F5723" w:rsidRPr="001716AD" w:rsidRDefault="003F5723" w:rsidP="00D0794D">
      <w:pPr>
        <w:pStyle w:val="Text1-2"/>
        <w:numPr>
          <w:ilvl w:val="0"/>
          <w:numId w:val="27"/>
        </w:numPr>
        <w:ind w:left="1418" w:hanging="709"/>
      </w:pPr>
      <w:r w:rsidRPr="001716AD">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1716AD" w:rsidRDefault="003F5723" w:rsidP="003F5723">
      <w:pPr>
        <w:pStyle w:val="Nadpis1-1"/>
      </w:pPr>
      <w:r w:rsidRPr="001716AD">
        <w:t>PŘEDMĚT, CENA A HARMONOGRAM PLNĚNÍ SMLOUVY</w:t>
      </w:r>
    </w:p>
    <w:p w14:paraId="5034A554" w14:textId="4CB549F9" w:rsidR="00941558" w:rsidRPr="001716AD" w:rsidRDefault="003F5723" w:rsidP="001716AD">
      <w:pPr>
        <w:pStyle w:val="Text1-1"/>
      </w:pPr>
      <w:r w:rsidRPr="001716AD">
        <w:t xml:space="preserve">Zhotovitel se zavazuje v souladu s touto Smlouvou provést Dílo spočívající ve zhotovení </w:t>
      </w:r>
      <w:r w:rsidR="00897796" w:rsidRPr="00BE65BA">
        <w:t>Projektové d</w:t>
      </w:r>
      <w:r w:rsidRPr="00BE65BA">
        <w:t>okumentace pro s</w:t>
      </w:r>
      <w:r w:rsidR="00C539CB" w:rsidRPr="00BE65BA">
        <w:t>polečné</w:t>
      </w:r>
      <w:r w:rsidRPr="00BE65BA">
        <w:t xml:space="preserve"> povolení</w:t>
      </w:r>
      <w:r w:rsidR="002E1C9B" w:rsidRPr="00BE65BA">
        <w:t xml:space="preserve"> </w:t>
      </w:r>
      <w:r w:rsidRPr="00BE65BA">
        <w:t xml:space="preserve">(dále též jen </w:t>
      </w:r>
      <w:r w:rsidR="002E1C9B" w:rsidRPr="00BE65BA">
        <w:t>„</w:t>
      </w:r>
      <w:r w:rsidR="00810686" w:rsidRPr="00BE65BA">
        <w:t>DUSP</w:t>
      </w:r>
      <w:r w:rsidR="002E1C9B" w:rsidRPr="00BE65BA">
        <w:t>“</w:t>
      </w:r>
      <w:r w:rsidRPr="00BE65BA">
        <w:t>), Projektové</w:t>
      </w:r>
      <w:r w:rsidRPr="001716AD">
        <w:t xml:space="preserve"> </w:t>
      </w:r>
      <w:r w:rsidRPr="001716AD">
        <w:lastRenderedPageBreak/>
        <w:t xml:space="preserve">dokumentace pro provádění stavby (dále též jen </w:t>
      </w:r>
      <w:r w:rsidR="002E1C9B" w:rsidRPr="001716AD">
        <w:t>„</w:t>
      </w:r>
      <w:r w:rsidR="00964369" w:rsidRPr="001716AD">
        <w:t>PDPS</w:t>
      </w:r>
      <w:r w:rsidR="002E1C9B" w:rsidRPr="001716AD">
        <w:t>“</w:t>
      </w:r>
      <w:r w:rsidR="00964369" w:rsidRPr="001716AD">
        <w:t>) dle specifikace uvedené v </w:t>
      </w:r>
      <w:r w:rsidRPr="001716AD">
        <w:t xml:space="preserve">Příloze č. 1 této Smlouvy a předat jej Objednateli, a dále se zavazuje, že zajistí výkon dozoru </w:t>
      </w:r>
      <w:r w:rsidR="002228DD" w:rsidRPr="001716AD">
        <w:t xml:space="preserve">projektanta </w:t>
      </w:r>
      <w:r w:rsidRPr="001716AD">
        <w:t>při realizaci Stavby, kterým bude zajištěn soulad provádění Stavby s</w:t>
      </w:r>
      <w:r w:rsidR="00A50995" w:rsidRPr="001716AD">
        <w:t> </w:t>
      </w:r>
      <w:r w:rsidRPr="001716AD">
        <w:t>ověřenou a projednanou PDPS za podmínek stanovených v této Smlouvě. Součástí PDPS budou Zhotovitelem zajištěné veškeré činnosti koordinátora bezpečnosti a</w:t>
      </w:r>
      <w:r w:rsidR="00A50995" w:rsidRPr="001716AD">
        <w:t> </w:t>
      </w:r>
      <w:r w:rsidRPr="001716AD">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1716AD">
        <w:t xml:space="preserve"> </w:t>
      </w:r>
    </w:p>
    <w:p w14:paraId="3B2E8A79" w14:textId="77777777" w:rsidR="003F5723" w:rsidRPr="001716AD" w:rsidRDefault="003F5723" w:rsidP="003F5723">
      <w:pPr>
        <w:pStyle w:val="Text1-1"/>
      </w:pPr>
      <w:r w:rsidRPr="001716AD">
        <w:t xml:space="preserve">Objednatel se zavazuje Zhotoviteli poskytnout </w:t>
      </w:r>
      <w:r w:rsidR="00964369" w:rsidRPr="001716AD">
        <w:t>veškerou nezbytnou součinnost k provedení Díla.</w:t>
      </w:r>
    </w:p>
    <w:p w14:paraId="038313E9" w14:textId="64F556F3" w:rsidR="003F5723" w:rsidRPr="001716AD" w:rsidRDefault="003F5723" w:rsidP="003F5723">
      <w:pPr>
        <w:pStyle w:val="Text1-1"/>
      </w:pPr>
      <w:r w:rsidRPr="001716AD">
        <w:t>Objednatel se zavazuje řádně provedené Dílo převzít a za řádně zhotoven</w:t>
      </w:r>
      <w:r w:rsidR="00964369" w:rsidRPr="001716AD">
        <w:t>ou a </w:t>
      </w:r>
      <w:r w:rsidRPr="001716AD">
        <w:t xml:space="preserve">předanou </w:t>
      </w:r>
      <w:r w:rsidR="00810686" w:rsidRPr="001716AD">
        <w:t>DUSP</w:t>
      </w:r>
      <w:r w:rsidRPr="001716AD">
        <w:t xml:space="preserve"> a PDPS a řádně provedený výkon dozoru </w:t>
      </w:r>
      <w:r w:rsidR="003F4224" w:rsidRPr="001716AD">
        <w:t xml:space="preserve">projektanta </w:t>
      </w:r>
      <w:r w:rsidRPr="001716AD">
        <w:t>zaplatit Zhotoviteli za podmínek stanovených touto Smlou</w:t>
      </w:r>
      <w:r w:rsidR="00964369" w:rsidRPr="001716AD">
        <w:t>vou celkovou Cenu Díla, která v </w:t>
      </w:r>
      <w:r w:rsidRPr="001716AD">
        <w:t xml:space="preserve">součtu představuje Cenu za zpracování </w:t>
      </w:r>
      <w:r w:rsidR="00810686" w:rsidRPr="001716AD">
        <w:t>DUSP</w:t>
      </w:r>
      <w:r w:rsidR="00BC30CC" w:rsidRPr="001716AD">
        <w:t xml:space="preserve"> </w:t>
      </w:r>
      <w:r w:rsidRPr="001716AD">
        <w:t xml:space="preserve">a PDPS a cenu za výkon dozoru </w:t>
      </w:r>
      <w:r w:rsidR="003F4224" w:rsidRPr="001716AD">
        <w:t xml:space="preserve">projektanta </w:t>
      </w:r>
      <w:r w:rsidRPr="001716AD">
        <w:t>ve výši dle Přílohy č. 4 této Smlouvy, přičemž celková Cena Díla je:</w:t>
      </w:r>
    </w:p>
    <w:p w14:paraId="569F7DDA" w14:textId="2BCB09DC" w:rsidR="003F5723" w:rsidRPr="001716AD" w:rsidRDefault="003F5723" w:rsidP="003F5723">
      <w:pPr>
        <w:pStyle w:val="Textbezslovn"/>
        <w:rPr>
          <w:rStyle w:val="Tun"/>
        </w:rPr>
      </w:pPr>
      <w:r w:rsidRPr="001716AD">
        <w:t xml:space="preserve">Cena Díla bez DPH: </w:t>
      </w:r>
      <w:r w:rsidR="00CD6533" w:rsidRPr="001716AD">
        <w:rPr>
          <w:b/>
          <w:bCs/>
          <w:szCs w:val="22"/>
          <w:highlight w:val="yellow"/>
          <w:lang w:val="x-none" w:eastAsia="x-none"/>
        </w:rPr>
        <w:fldChar w:fldCharType="begin"/>
      </w:r>
      <w:r w:rsidR="00CD6533" w:rsidRPr="001716AD">
        <w:rPr>
          <w:b/>
          <w:bCs/>
          <w:szCs w:val="22"/>
          <w:highlight w:val="yellow"/>
          <w:lang w:val="x-none" w:eastAsia="x-none"/>
        </w:rPr>
        <w:instrText xml:space="preserve"> MACROBUTTON  VložitŠirokouMezeru "[VLOŽÍ ZHOTOVITEL]" </w:instrText>
      </w:r>
      <w:r w:rsidR="00CD6533" w:rsidRPr="001716AD">
        <w:rPr>
          <w:b/>
          <w:bCs/>
          <w:szCs w:val="22"/>
          <w:highlight w:val="yellow"/>
          <w:lang w:val="x-none" w:eastAsia="x-none"/>
        </w:rPr>
        <w:fldChar w:fldCharType="end"/>
      </w:r>
      <w:r w:rsidRPr="001716AD">
        <w:rPr>
          <w:rStyle w:val="Tun"/>
        </w:rPr>
        <w:t xml:space="preserve"> Kč</w:t>
      </w:r>
    </w:p>
    <w:p w14:paraId="3FABF47A" w14:textId="6E9C368C" w:rsidR="003F5723" w:rsidRPr="001716AD" w:rsidRDefault="003F5723" w:rsidP="003F5723">
      <w:pPr>
        <w:pStyle w:val="Textbezslovn"/>
        <w:rPr>
          <w:rStyle w:val="Tun"/>
        </w:rPr>
      </w:pPr>
      <w:r w:rsidRPr="001716AD">
        <w:t xml:space="preserve">slovy: </w:t>
      </w:r>
      <w:r w:rsidR="00CD6533" w:rsidRPr="001716AD">
        <w:rPr>
          <w:b/>
          <w:bCs/>
          <w:szCs w:val="22"/>
          <w:highlight w:val="yellow"/>
          <w:lang w:val="x-none" w:eastAsia="x-none"/>
        </w:rPr>
        <w:fldChar w:fldCharType="begin"/>
      </w:r>
      <w:r w:rsidR="00CD6533" w:rsidRPr="001716AD">
        <w:rPr>
          <w:b/>
          <w:bCs/>
          <w:szCs w:val="22"/>
          <w:highlight w:val="yellow"/>
          <w:lang w:val="x-none" w:eastAsia="x-none"/>
        </w:rPr>
        <w:instrText xml:space="preserve"> MACROBUTTON  VložitŠirokouMezeru "[VLOŽÍ ZHOTOVITEL]" </w:instrText>
      </w:r>
      <w:r w:rsidR="00CD6533" w:rsidRPr="001716AD">
        <w:rPr>
          <w:b/>
          <w:bCs/>
          <w:szCs w:val="22"/>
          <w:highlight w:val="yellow"/>
          <w:lang w:val="x-none" w:eastAsia="x-none"/>
        </w:rPr>
        <w:fldChar w:fldCharType="end"/>
      </w:r>
      <w:r w:rsidRPr="001716AD">
        <w:rPr>
          <w:rStyle w:val="Tun"/>
        </w:rPr>
        <w:t xml:space="preserve"> korun českých</w:t>
      </w:r>
    </w:p>
    <w:p w14:paraId="42CED5D2" w14:textId="77777777" w:rsidR="003F5723" w:rsidRDefault="003F5723" w:rsidP="003F5723">
      <w:pPr>
        <w:pStyle w:val="Text1-1"/>
      </w:pPr>
      <w:r w:rsidRPr="001716AD">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w:t>
      </w:r>
      <w:r>
        <w:t xml:space="preserve">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620A6A4" w:rsidR="003F5723" w:rsidRPr="00122114"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38F6CDF" w14:textId="3AB9A58B" w:rsidR="00F14C50" w:rsidRPr="001716AD" w:rsidRDefault="001716AD" w:rsidP="001716AD">
      <w:pPr>
        <w:pStyle w:val="Text1-1"/>
        <w:rPr>
          <w:i/>
          <w:iCs/>
        </w:rPr>
      </w:pPr>
      <w:r w:rsidRPr="001716AD">
        <w:rPr>
          <w:i/>
          <w:iCs/>
        </w:rPr>
        <w:t>NEOBSAZENO</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1B71492B" w14:textId="77777777" w:rsidR="001716AD" w:rsidRDefault="003F5723" w:rsidP="001716AD">
      <w:pPr>
        <w:pStyle w:val="Text1-1"/>
      </w:pPr>
      <w:r>
        <w:t xml:space="preserve">Místem plnění </w:t>
      </w:r>
      <w:r w:rsidR="00810686" w:rsidRPr="001716AD">
        <w:t>DUSP</w:t>
      </w:r>
      <w:r w:rsidR="00BC30CC" w:rsidRPr="001716AD">
        <w:t xml:space="preserve"> </w:t>
      </w:r>
      <w:r w:rsidRPr="001716AD">
        <w:t>a</w:t>
      </w:r>
      <w:r>
        <w:t xml:space="preserve"> PDPS je: </w:t>
      </w:r>
      <w:r w:rsidRPr="00C539CB">
        <w:t>Stavební správa</w:t>
      </w:r>
      <w:r w:rsidR="00CD6533">
        <w:t xml:space="preserve"> východ, Nerudova 773/1, 779 00 Olomouc</w:t>
      </w:r>
      <w:r w:rsidR="008419FA">
        <w:t>.</w:t>
      </w:r>
      <w:r w:rsidR="001716AD" w:rsidRPr="001716AD">
        <w:t xml:space="preserve"> </w:t>
      </w:r>
    </w:p>
    <w:p w14:paraId="74FDA31B" w14:textId="4AF45BC4" w:rsidR="001716AD" w:rsidRPr="001716AD" w:rsidRDefault="001716AD" w:rsidP="001716AD">
      <w:pPr>
        <w:pStyle w:val="Text1-1"/>
        <w:numPr>
          <w:ilvl w:val="0"/>
          <w:numId w:val="0"/>
        </w:numPr>
        <w:ind w:left="737"/>
      </w:pPr>
      <w:r w:rsidRPr="00782227">
        <w:t xml:space="preserve">Předání je možné i oprávněné osobě Objednatele ve věcech technických v sídle místně příslušného Oblastního ředitelství </w:t>
      </w:r>
      <w:r w:rsidRPr="001716AD">
        <w:rPr>
          <w:rFonts w:eastAsia="Times New Roman" w:cs="Times New Roman"/>
          <w:bCs/>
          <w:lang w:eastAsia="cs-CZ"/>
        </w:rPr>
        <w:t>Hradec Králové, U Fotochemy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t>OSTATNÍ USTANOVENÍ</w:t>
      </w:r>
    </w:p>
    <w:p w14:paraId="2E1A7A3E" w14:textId="702EE04A" w:rsidR="00FF0F11" w:rsidRPr="00361886" w:rsidRDefault="00FF0F11" w:rsidP="00FF0F11">
      <w:pPr>
        <w:pStyle w:val="Text1-1"/>
      </w:pPr>
      <w:r w:rsidRPr="00361886">
        <w:t xml:space="preserve">Cena Díla za </w:t>
      </w:r>
      <w:r w:rsidRPr="00CB41C0">
        <w:t xml:space="preserve">zhotovení </w:t>
      </w:r>
      <w:r w:rsidR="00810686" w:rsidRPr="00CB41C0">
        <w:t>DUSP</w:t>
      </w:r>
      <w:r w:rsidR="00BC30CC" w:rsidRPr="00CB41C0">
        <w:t xml:space="preserve"> a </w:t>
      </w:r>
      <w:r w:rsidRPr="00CB41C0">
        <w:t xml:space="preserve">PDPS bude účtována nejdříve okamžikem řádného ukončení a předání a převzetí </w:t>
      </w:r>
      <w:r w:rsidR="00810686" w:rsidRPr="00CB41C0">
        <w:t>DUSP</w:t>
      </w:r>
      <w:r w:rsidR="00BC30CC" w:rsidRPr="00CB41C0">
        <w:t xml:space="preserve"> a </w:t>
      </w:r>
      <w:r w:rsidRPr="00CB41C0">
        <w:t>PDPS</w:t>
      </w:r>
      <w:r w:rsidRPr="00361886">
        <w:t xml:space="preserve">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lastRenderedPageBreak/>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rsidRPr="00CB41C0">
        <w:t>jen GDPR), které se na něj jako na zpracovatele vztahují a plnění těchto povinností na vyžádání doložit Objednateli.</w:t>
      </w:r>
    </w:p>
    <w:p w14:paraId="2CB75B14" w14:textId="77777777" w:rsidR="00A87AA7" w:rsidRDefault="00A87AA7" w:rsidP="00381690">
      <w:pPr>
        <w:pStyle w:val="Text1-1"/>
        <w:numPr>
          <w:ilvl w:val="0"/>
          <w:numId w:val="0"/>
        </w:numPr>
        <w:ind w:left="737"/>
      </w:pPr>
    </w:p>
    <w:p w14:paraId="1AFCBD74" w14:textId="77777777" w:rsidR="00A87AA7" w:rsidRPr="00CB41C0" w:rsidRDefault="00A87AA7" w:rsidP="00381690">
      <w:pPr>
        <w:pStyle w:val="Text1-1"/>
        <w:numPr>
          <w:ilvl w:val="0"/>
          <w:numId w:val="0"/>
        </w:numPr>
        <w:ind w:left="737"/>
      </w:pPr>
    </w:p>
    <w:p w14:paraId="34F8F290" w14:textId="0B9A4214" w:rsidR="005A6B84" w:rsidRPr="00CB41C0" w:rsidRDefault="005A6B84" w:rsidP="005A6B84">
      <w:pPr>
        <w:pStyle w:val="Text1-1"/>
      </w:pPr>
      <w:r w:rsidRPr="00CB41C0">
        <w:lastRenderedPageBreak/>
        <w:t>Sociálně a environmentálně odpovědné zadávání</w:t>
      </w:r>
    </w:p>
    <w:p w14:paraId="4D7E4A37" w14:textId="327DC293"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rFonts w:eastAsia="Times New Roman" w:cs="Times New Roman"/>
          <w:sz w:val="18"/>
          <w:szCs w:val="18"/>
        </w:rPr>
        <w:t>Zhotovitel</w:t>
      </w:r>
      <w:r w:rsidRPr="00CB41C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sidRPr="00CB41C0">
        <w:rPr>
          <w:sz w:val="18"/>
          <w:szCs w:val="18"/>
        </w:rPr>
        <w:t>7</w:t>
      </w:r>
      <w:r w:rsidRPr="00CB41C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CB41C0">
        <w:rPr>
          <w:sz w:val="18"/>
          <w:szCs w:val="18"/>
        </w:rPr>
        <w:t xml:space="preserve"> </w:t>
      </w:r>
      <w:r w:rsidRPr="00CB41C0">
        <w:rPr>
          <w:sz w:val="18"/>
          <w:szCs w:val="18"/>
        </w:rPr>
        <w:t>4.</w:t>
      </w:r>
      <w:r w:rsidR="008E5270" w:rsidRPr="00CB41C0">
        <w:rPr>
          <w:sz w:val="18"/>
          <w:szCs w:val="18"/>
        </w:rPr>
        <w:t>7</w:t>
      </w:r>
      <w:r w:rsidRPr="00CB41C0">
        <w:rPr>
          <w:sz w:val="18"/>
          <w:szCs w:val="18"/>
        </w:rPr>
        <w:t xml:space="preserve">.1 této Smlouvy. </w:t>
      </w:r>
    </w:p>
    <w:p w14:paraId="5E0C9ED4" w14:textId="7AAFD389"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Porady</w:t>
      </w:r>
      <w:r w:rsidR="00F14C50" w:rsidRPr="00CB41C0">
        <w:rPr>
          <w:sz w:val="18"/>
          <w:szCs w:val="18"/>
        </w:rPr>
        <w:t xml:space="preserve"> a jednání</w:t>
      </w:r>
      <w:r w:rsidRPr="00CB41C0">
        <w:rPr>
          <w:sz w:val="18"/>
          <w:szCs w:val="18"/>
        </w:rPr>
        <w:t>, které Zhotovitel svolá dle odst. 3.2 Přílohy č.</w:t>
      </w:r>
      <w:r w:rsidR="001C76C9" w:rsidRPr="00CB41C0">
        <w:rPr>
          <w:sz w:val="18"/>
          <w:szCs w:val="18"/>
        </w:rPr>
        <w:t xml:space="preserve"> </w:t>
      </w:r>
      <w:r w:rsidRPr="00CB41C0">
        <w:rPr>
          <w:sz w:val="18"/>
          <w:szCs w:val="18"/>
        </w:rPr>
        <w:t>3b) této Smlouvy, budou probíhat primárně distančním způsobem (elektronicky, např. MS Teams, Google meet, atp.), pokud nebude nutné, aby byly spojeny s místním šetřením.</w:t>
      </w:r>
    </w:p>
    <w:p w14:paraId="253626A7" w14:textId="26D7AFC7" w:rsidR="005A6B84" w:rsidRPr="00BE65BA"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 xml:space="preserve">Zhotovitel se zavazuje, že v průběhu plnění Díla v rozsahu </w:t>
      </w:r>
      <w:r w:rsidR="00810686" w:rsidRPr="00CB41C0">
        <w:t>DUSP</w:t>
      </w:r>
      <w:r w:rsidR="00BC30CC" w:rsidRPr="00CB41C0">
        <w:t xml:space="preserve"> </w:t>
      </w:r>
      <w:r w:rsidRPr="00CB41C0">
        <w:rPr>
          <w:sz w:val="18"/>
          <w:szCs w:val="18"/>
        </w:rPr>
        <w:t xml:space="preserve">a PDPS umožní v souvislosti s plněním Díla provedení </w:t>
      </w:r>
      <w:r w:rsidRPr="00BE65BA">
        <w:rPr>
          <w:sz w:val="18"/>
          <w:szCs w:val="18"/>
        </w:rPr>
        <w:t>studentské exkurze, a to v</w:t>
      </w:r>
      <w:r w:rsidR="001C76C9" w:rsidRPr="00BE65BA">
        <w:rPr>
          <w:sz w:val="18"/>
          <w:szCs w:val="18"/>
        </w:rPr>
        <w:t> </w:t>
      </w:r>
      <w:r w:rsidRPr="00BE65BA">
        <w:rPr>
          <w:sz w:val="18"/>
          <w:szCs w:val="18"/>
        </w:rPr>
        <w:t xml:space="preserve">kancelářích Zhotovitele nebo při provádění projekčních či průzkumných pracích přímo na budoucím staveništi. </w:t>
      </w:r>
      <w:r w:rsidR="007A38F0" w:rsidRPr="00BE65BA">
        <w:rPr>
          <w:sz w:val="18"/>
          <w:szCs w:val="18"/>
        </w:rPr>
        <w:t>Podrobnosti k provedení exkurze jsou uvedeny v Obchodních podmínkách.</w:t>
      </w:r>
      <w:r w:rsidR="00941558" w:rsidRPr="00BE65BA">
        <w:rPr>
          <w:sz w:val="18"/>
          <w:szCs w:val="18"/>
        </w:rPr>
        <w:t xml:space="preserve"> </w:t>
      </w:r>
    </w:p>
    <w:p w14:paraId="7439BCEE" w14:textId="3890AEA3" w:rsidR="005A6B84" w:rsidRPr="00CB41C0" w:rsidRDefault="005A6B84" w:rsidP="00381690">
      <w:pPr>
        <w:pStyle w:val="Odstavecseseznamem"/>
        <w:numPr>
          <w:ilvl w:val="1"/>
          <w:numId w:val="25"/>
        </w:numPr>
        <w:spacing w:after="120" w:line="264" w:lineRule="auto"/>
        <w:ind w:hanging="731"/>
        <w:contextualSpacing w:val="0"/>
        <w:jc w:val="both"/>
        <w:rPr>
          <w:sz w:val="18"/>
          <w:szCs w:val="18"/>
        </w:rPr>
      </w:pPr>
      <w:r w:rsidRPr="00CB41C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316F845F" w:rsidR="005A6B84" w:rsidRPr="00CB41C0" w:rsidRDefault="007A38F0" w:rsidP="00381690">
      <w:pPr>
        <w:pStyle w:val="Odstavecseseznamem"/>
        <w:numPr>
          <w:ilvl w:val="1"/>
          <w:numId w:val="25"/>
        </w:numPr>
        <w:spacing w:after="120" w:line="264" w:lineRule="auto"/>
        <w:ind w:hanging="731"/>
        <w:contextualSpacing w:val="0"/>
        <w:jc w:val="both"/>
        <w:rPr>
          <w:sz w:val="18"/>
          <w:szCs w:val="18"/>
        </w:rPr>
      </w:pPr>
      <w:r w:rsidRPr="00CB41C0">
        <w:rPr>
          <w:i/>
          <w:sz w:val="18"/>
          <w:szCs w:val="18"/>
        </w:rPr>
        <w:t>NEOBSAZENO</w:t>
      </w:r>
    </w:p>
    <w:p w14:paraId="6D627CEC" w14:textId="0ED9F598" w:rsidR="00882028" w:rsidRPr="00CB41C0" w:rsidRDefault="00CB41C0" w:rsidP="00381690">
      <w:pPr>
        <w:pStyle w:val="Odstavecseseznamem"/>
        <w:numPr>
          <w:ilvl w:val="1"/>
          <w:numId w:val="25"/>
        </w:numPr>
        <w:spacing w:after="120" w:line="264" w:lineRule="auto"/>
        <w:ind w:hanging="731"/>
        <w:contextualSpacing w:val="0"/>
        <w:jc w:val="both"/>
        <w:rPr>
          <w:sz w:val="18"/>
          <w:szCs w:val="18"/>
        </w:rPr>
      </w:pPr>
      <w:r w:rsidRPr="00CB41C0">
        <w:rPr>
          <w:i/>
          <w:sz w:val="18"/>
          <w:szCs w:val="18"/>
        </w:rPr>
        <w:t>NEOBSAZENO</w:t>
      </w:r>
    </w:p>
    <w:p w14:paraId="3573B647" w14:textId="77777777" w:rsidR="00381690" w:rsidRDefault="00381690" w:rsidP="00381690">
      <w:pPr>
        <w:pStyle w:val="Text1-1"/>
        <w:rPr>
          <w:rFonts w:eastAsia="Times New Roman" w:cs="Times New Roman"/>
          <w:color w:val="000000" w:themeColor="text1"/>
        </w:rPr>
      </w:pPr>
      <w:r w:rsidRPr="00CB41C0">
        <w:t>Compliance</w:t>
      </w:r>
      <w:r w:rsidRPr="00CB41C0">
        <w:rPr>
          <w:rFonts w:eastAsia="Times New Roman" w:cs="Times New Roman"/>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lastRenderedPageBreak/>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0975AD" w:rsidRDefault="0042332E" w:rsidP="0042332E">
      <w:pPr>
        <w:pStyle w:val="Text1-2"/>
        <w:numPr>
          <w:ilvl w:val="2"/>
          <w:numId w:val="6"/>
        </w:numPr>
        <w:tabs>
          <w:tab w:val="clear" w:pos="1531"/>
          <w:tab w:val="num" w:pos="1503"/>
        </w:tabs>
        <w:ind w:left="1503"/>
        <w:rPr>
          <w:iCs/>
        </w:rPr>
      </w:pPr>
      <w:r w:rsidRPr="000975AD">
        <w:t>Ukáží-li se prohlášení Zhotovitele dle odstavce 4.11.1 této Smlouvy jako nepravdivá nebo poruší-li Zhotovitel svou oznamovací povinnost dle odstavce 4.11.2, je Objednatel oprávněn odstoupit od této Smlouvy. Zhotovitel je dále povinen zaplatit za každé jednotlivé porušení povinností dle předchozí věty, s výjimkou oznamovací povinnosti dle odstavce 4.11.2 této Smlouvy, smluvní pokutu ve výši 100.000 Kč. Zhotovitel je dále povinen zaplatit za každé jednotlivé porušení oznamovací povinnosti dle odstavce 4.11.2, smluvní pokutu ve výši 50.000 Kč. Ustanovení § 2004 odst. 2 Občanského zákoníku a § 2050 Občanského zákoníku se nepoužijí.</w:t>
      </w:r>
    </w:p>
    <w:p w14:paraId="5D1042D3" w14:textId="264EB1CC" w:rsidR="004F21EC" w:rsidRPr="000975AD" w:rsidRDefault="004F21EC" w:rsidP="000975AD">
      <w:pPr>
        <w:pStyle w:val="Text1-1"/>
        <w:numPr>
          <w:ilvl w:val="1"/>
          <w:numId w:val="6"/>
        </w:numPr>
        <w:rPr>
          <w:i/>
        </w:rPr>
      </w:pPr>
      <w:r w:rsidRPr="000975AD">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4B482826"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F63F21">
        <w:rPr>
          <w:b/>
        </w:rPr>
        <w:t>04/24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173E04A1" w:rsidR="00612CEA" w:rsidRPr="00964369" w:rsidRDefault="00124751" w:rsidP="00612CEA">
      <w:pPr>
        <w:pStyle w:val="Textbezslovn"/>
        <w:ind w:left="2127"/>
        <w:jc w:val="left"/>
      </w:pPr>
      <w:r w:rsidRPr="00964369">
        <w:lastRenderedPageBreak/>
        <w:t xml:space="preserve">b) Všeobecné technické </w:t>
      </w:r>
      <w:r w:rsidRPr="003038BD">
        <w:t xml:space="preserve">podmínky </w:t>
      </w:r>
      <w:r w:rsidR="00D53494">
        <w:t>„</w:t>
      </w:r>
      <w:r w:rsidR="00C539CB" w:rsidRPr="003038BD">
        <w:t>VTP/</w:t>
      </w:r>
      <w:r w:rsidR="00E513BA">
        <w:t>DOKUMENTACE</w:t>
      </w:r>
      <w:r w:rsidR="00D53494">
        <w:t>/</w:t>
      </w:r>
      <w:r w:rsidR="00F63F21">
        <w:t>06/23</w:t>
      </w:r>
      <w:r w:rsidR="00D53494">
        <w:t>“</w:t>
      </w:r>
    </w:p>
    <w:p w14:paraId="5B5F4A27" w14:textId="798CABFE" w:rsidR="00F422D3" w:rsidRDefault="00124751" w:rsidP="00964369">
      <w:pPr>
        <w:pStyle w:val="Textbezslovn"/>
        <w:ind w:left="2127"/>
      </w:pPr>
      <w:r w:rsidRPr="00964369">
        <w:t>c) Zvláštní technické</w:t>
      </w:r>
      <w:r>
        <w:t xml:space="preserve"> podmínky </w:t>
      </w:r>
      <w:r w:rsidR="006650B1">
        <w:t xml:space="preserve">ze dne </w:t>
      </w:r>
      <w:r w:rsidR="00F63F21">
        <w:t>1</w:t>
      </w:r>
      <w:r w:rsidR="00A87AA7">
        <w:t>9</w:t>
      </w:r>
      <w:r w:rsidR="00F63F21">
        <w:t>. 1. 2024</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Pr="00F63F21" w:rsidRDefault="00124751" w:rsidP="00964369">
      <w:pPr>
        <w:pStyle w:val="Textbezslovn"/>
        <w:rPr>
          <w:b/>
        </w:rPr>
      </w:pPr>
      <w:r w:rsidRPr="00964369">
        <w:t>Příloha č. 9</w:t>
      </w:r>
      <w:r w:rsidRPr="00964369">
        <w:tab/>
      </w:r>
      <w:r w:rsidRPr="00F63F21">
        <w:rPr>
          <w:b/>
        </w:rPr>
        <w:t>Související dokumenty</w:t>
      </w:r>
    </w:p>
    <w:p w14:paraId="382B80BD" w14:textId="451B6805" w:rsidR="00E513BA" w:rsidRPr="00964369" w:rsidRDefault="00E513BA" w:rsidP="00964369">
      <w:pPr>
        <w:pStyle w:val="Textbezslovn"/>
      </w:pPr>
      <w:r w:rsidRPr="00F63F21">
        <w:t>Příloha č. 10</w:t>
      </w:r>
      <w:r w:rsidRPr="00F63F21">
        <w:rPr>
          <w:b/>
        </w:rPr>
        <w:tab/>
      </w:r>
      <w:r w:rsidR="00F63F21" w:rsidRPr="00F63F21">
        <w:rPr>
          <w:bCs/>
          <w:i/>
          <w:iCs/>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059B70AD" w14:textId="77777777" w:rsidR="001413F2" w:rsidRDefault="001413F2" w:rsidP="001413F2">
      <w:pPr>
        <w:spacing w:after="0" w:line="240" w:lineRule="auto"/>
        <w:ind w:left="426"/>
        <w:jc w:val="both"/>
        <w:rPr>
          <w:rFonts w:eastAsia="Times New Roman" w:cs="Times New Roman"/>
          <w:b/>
          <w:sz w:val="18"/>
          <w:szCs w:val="18"/>
          <w:lang w:eastAsia="cs-CZ"/>
        </w:rPr>
      </w:pPr>
    </w:p>
    <w:p w14:paraId="06BF5278" w14:textId="373D945D" w:rsidR="001413F2" w:rsidRPr="00BE65BA" w:rsidRDefault="001413F2" w:rsidP="001413F2">
      <w:pPr>
        <w:spacing w:after="0" w:line="240" w:lineRule="auto"/>
        <w:ind w:left="426"/>
        <w:jc w:val="both"/>
        <w:rPr>
          <w:sz w:val="18"/>
          <w:szCs w:val="18"/>
        </w:rPr>
      </w:pPr>
      <w:r w:rsidRPr="001413F2">
        <w:rPr>
          <w:rFonts w:eastAsia="Times New Roman" w:cs="Times New Roman"/>
          <w:b/>
          <w:sz w:val="18"/>
          <w:szCs w:val="18"/>
          <w:lang w:eastAsia="cs-CZ"/>
        </w:rPr>
        <w:t xml:space="preserve">Předmětem VZ je </w:t>
      </w:r>
      <w:r w:rsidRPr="00BE65BA">
        <w:rPr>
          <w:rFonts w:eastAsia="Times New Roman" w:cs="Times New Roman"/>
          <w:b/>
          <w:sz w:val="18"/>
          <w:szCs w:val="18"/>
          <w:lang w:eastAsia="cs-CZ"/>
        </w:rPr>
        <w:t xml:space="preserve">zpracování Projektové </w:t>
      </w:r>
      <w:r w:rsidRPr="00BE65BA">
        <w:rPr>
          <w:b/>
          <w:sz w:val="18"/>
          <w:szCs w:val="18"/>
        </w:rPr>
        <w:t>Dokumentace pro vydání společného povolení</w:t>
      </w:r>
      <w:r w:rsidRPr="00BE65BA">
        <w:rPr>
          <w:sz w:val="18"/>
          <w:szCs w:val="18"/>
        </w:rPr>
        <w:t xml:space="preserve"> („DUSP“) a </w:t>
      </w:r>
      <w:r w:rsidRPr="00BE65BA">
        <w:rPr>
          <w:b/>
          <w:bCs/>
          <w:sz w:val="18"/>
          <w:szCs w:val="18"/>
        </w:rPr>
        <w:t>Projektové</w:t>
      </w:r>
      <w:r w:rsidRPr="00BE65BA">
        <w:rPr>
          <w:sz w:val="18"/>
          <w:szCs w:val="18"/>
        </w:rPr>
        <w:t xml:space="preserve"> </w:t>
      </w:r>
      <w:r w:rsidRPr="00BE65BA">
        <w:rPr>
          <w:b/>
          <w:bCs/>
          <w:sz w:val="18"/>
          <w:szCs w:val="18"/>
        </w:rPr>
        <w:t>Dokumentace pro provádění stavby</w:t>
      </w:r>
      <w:r w:rsidRPr="00BE65BA">
        <w:rPr>
          <w:sz w:val="18"/>
          <w:szCs w:val="18"/>
        </w:rPr>
        <w:t xml:space="preserve"> („PDPS“) včetně </w:t>
      </w:r>
      <w:r w:rsidRPr="00BE65BA">
        <w:rPr>
          <w:b/>
          <w:bCs/>
          <w:sz w:val="18"/>
          <w:szCs w:val="18"/>
        </w:rPr>
        <w:t xml:space="preserve">výkonu Dozoru projektanta </w:t>
      </w:r>
      <w:r w:rsidRPr="00BE65BA">
        <w:rPr>
          <w:sz w:val="18"/>
          <w:szCs w:val="18"/>
        </w:rPr>
        <w:t>(„DP“) při realizaci stavby s názvem „</w:t>
      </w:r>
      <w:r w:rsidR="00A87AA7" w:rsidRPr="00BE65BA">
        <w:rPr>
          <w:rFonts w:eastAsia="Times New Roman" w:cs="Arial"/>
          <w:color w:val="000000"/>
          <w:sz w:val="18"/>
          <w:szCs w:val="18"/>
          <w:lang w:eastAsia="cs-CZ"/>
        </w:rPr>
        <w:t>Výstavba PZS na přejezdu P5384 v km 8,795 trati Hradec Králové - Turnov</w:t>
      </w:r>
      <w:r w:rsidRPr="00BE65BA">
        <w:rPr>
          <w:rFonts w:eastAsia="Times New Roman" w:cs="Arial"/>
          <w:bCs/>
          <w:color w:val="000000"/>
          <w:sz w:val="18"/>
          <w:szCs w:val="18"/>
          <w:lang w:eastAsia="cs-CZ"/>
        </w:rPr>
        <w:t>“</w:t>
      </w:r>
      <w:r w:rsidRPr="00BE65BA">
        <w:rPr>
          <w:rFonts w:eastAsia="Times New Roman" w:cs="Times New Roman"/>
          <w:bCs/>
          <w:sz w:val="18"/>
          <w:szCs w:val="18"/>
          <w:lang w:eastAsia="cs-CZ"/>
        </w:rPr>
        <w:t>.</w:t>
      </w:r>
    </w:p>
    <w:p w14:paraId="2909F182" w14:textId="77777777" w:rsidR="001413F2" w:rsidRPr="00BE65BA" w:rsidRDefault="001413F2" w:rsidP="001413F2">
      <w:pPr>
        <w:ind w:firstLine="426"/>
        <w:rPr>
          <w:rFonts w:eastAsia="Times New Roman" w:cs="Times New Roman"/>
          <w:b/>
          <w:sz w:val="18"/>
          <w:szCs w:val="18"/>
          <w:lang w:eastAsia="cs-CZ"/>
        </w:rPr>
      </w:pPr>
    </w:p>
    <w:p w14:paraId="3C947D5A" w14:textId="2EC3CFDC" w:rsidR="001413F2" w:rsidRPr="00BE65BA" w:rsidRDefault="001413F2" w:rsidP="001413F2">
      <w:pPr>
        <w:ind w:firstLine="426"/>
        <w:rPr>
          <w:rFonts w:eastAsia="Times New Roman" w:cs="Times New Roman"/>
          <w:b/>
          <w:sz w:val="18"/>
          <w:szCs w:val="18"/>
          <w:lang w:eastAsia="cs-CZ"/>
        </w:rPr>
      </w:pPr>
      <w:r w:rsidRPr="00BE65BA">
        <w:rPr>
          <w:rFonts w:eastAsia="Times New Roman" w:cs="Times New Roman"/>
          <w:b/>
          <w:sz w:val="18"/>
          <w:szCs w:val="18"/>
          <w:lang w:eastAsia="cs-CZ"/>
        </w:rPr>
        <w:t>Specifikace Díla DUSP+PDPS</w:t>
      </w:r>
    </w:p>
    <w:p w14:paraId="2799A9A8"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sz w:val="18"/>
          <w:szCs w:val="18"/>
        </w:rPr>
        <w:t>Předmětem Díla je</w:t>
      </w:r>
      <w:r w:rsidRPr="00BE65BA">
        <w:rPr>
          <w:b/>
          <w:sz w:val="18"/>
          <w:szCs w:val="18"/>
        </w:rPr>
        <w:t xml:space="preserve"> </w:t>
      </w:r>
      <w:r w:rsidRPr="00BE65BA">
        <w:rPr>
          <w:sz w:val="18"/>
          <w:szCs w:val="18"/>
        </w:rPr>
        <w:t>zpracování Projektové dokumentace pro vydání společného povolení (DUSP) a projektové Dokumentace pro provádění stavby (PDPS) včetně výkonu dozoru projektanta při realizaci stavby dle zadávacích podmínek Objednatele.</w:t>
      </w:r>
      <w:r w:rsidRPr="00BE65BA">
        <w:rPr>
          <w:i/>
          <w:color w:val="FF0000"/>
          <w:sz w:val="18"/>
          <w:szCs w:val="18"/>
        </w:rPr>
        <w:t xml:space="preserve"> </w:t>
      </w:r>
    </w:p>
    <w:p w14:paraId="4D0E6234"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rStyle w:val="Tun"/>
          <w:sz w:val="18"/>
          <w:szCs w:val="18"/>
        </w:rPr>
        <w:t>Zpracování a podání žádosti o</w:t>
      </w:r>
      <w:r w:rsidRPr="00BE65BA">
        <w:rPr>
          <w:b/>
          <w:sz w:val="18"/>
          <w:szCs w:val="18"/>
        </w:rPr>
        <w:t xml:space="preserve"> </w:t>
      </w:r>
      <w:r w:rsidRPr="00BE65BA">
        <w:rPr>
          <w:rStyle w:val="Tun"/>
          <w:sz w:val="18"/>
          <w:szCs w:val="18"/>
        </w:rPr>
        <w:t>vydání povolení záměru</w:t>
      </w:r>
      <w:r w:rsidRPr="00BE65BA">
        <w:rPr>
          <w:sz w:val="18"/>
          <w:szCs w:val="18"/>
        </w:rPr>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3BDA4C5E"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sz w:val="18"/>
          <w:szCs w:val="18"/>
        </w:rP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6" w:history="1">
        <w:r w:rsidRPr="00BE65BA">
          <w:rPr>
            <w:rStyle w:val="Hypertextovodkaz"/>
            <w:sz w:val="18"/>
            <w:szCs w:val="18"/>
          </w:rPr>
          <w:t>Stanovení nákladů staveb - www.spravazeleznic.cz</w:t>
        </w:r>
      </w:hyperlink>
    </w:p>
    <w:p w14:paraId="40B08612"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sz w:val="18"/>
          <w:szCs w:val="18"/>
        </w:rP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7" w:history="1">
        <w:r w:rsidRPr="00BE65BA">
          <w:rPr>
            <w:rStyle w:val="Hypertextovodkaz"/>
            <w:sz w:val="18"/>
            <w:szCs w:val="18"/>
          </w:rPr>
          <w:t>http://www.sfdi.cz/pravidla-metodiky-a-ceniky/metodiky/</w:t>
        </w:r>
      </w:hyperlink>
      <w:r w:rsidRPr="00BE65BA">
        <w:rPr>
          <w:sz w:val="18"/>
          <w:szCs w:val="18"/>
        </w:rPr>
        <w:t>.</w:t>
      </w:r>
    </w:p>
    <w:p w14:paraId="4F1424CC"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sz w:val="18"/>
          <w:szCs w:val="18"/>
        </w:rP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49C81B04"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CC14DE9" w14:textId="77777777" w:rsidR="001413F2" w:rsidRPr="00BE65BA" w:rsidRDefault="001413F2" w:rsidP="001413F2">
      <w:pPr>
        <w:widowControl w:val="0"/>
        <w:tabs>
          <w:tab w:val="left" w:pos="426"/>
        </w:tabs>
        <w:autoSpaceDE w:val="0"/>
        <w:autoSpaceDN w:val="0"/>
        <w:spacing w:before="60" w:after="0" w:line="22" w:lineRule="atLeast"/>
        <w:ind w:left="850" w:right="133"/>
        <w:jc w:val="both"/>
        <w:rPr>
          <w:sz w:val="18"/>
          <w:szCs w:val="18"/>
        </w:rPr>
      </w:pPr>
      <w:r w:rsidRPr="00BE65BA">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ED6ABE0"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3" w:hanging="426"/>
        <w:jc w:val="both"/>
        <w:rPr>
          <w:sz w:val="18"/>
          <w:szCs w:val="18"/>
        </w:rPr>
      </w:pPr>
      <w:r w:rsidRPr="00BE65BA">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C8C8E1C" w14:textId="77777777" w:rsidR="001413F2" w:rsidRPr="00BE65BA" w:rsidRDefault="001413F2" w:rsidP="001413F2">
      <w:pPr>
        <w:widowControl w:val="0"/>
        <w:numPr>
          <w:ilvl w:val="1"/>
          <w:numId w:val="21"/>
        </w:numPr>
        <w:tabs>
          <w:tab w:val="clear" w:pos="360"/>
          <w:tab w:val="left" w:pos="426"/>
        </w:tabs>
        <w:autoSpaceDE w:val="0"/>
        <w:autoSpaceDN w:val="0"/>
        <w:spacing w:before="60" w:after="0" w:line="22" w:lineRule="atLeast"/>
        <w:ind w:left="850" w:right="130" w:hanging="426"/>
        <w:jc w:val="both"/>
        <w:rPr>
          <w:rFonts w:cs="Arial"/>
          <w:sz w:val="18"/>
          <w:szCs w:val="18"/>
        </w:rPr>
      </w:pPr>
      <w:r w:rsidRPr="00BE65BA">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4734AAED" w14:textId="77777777" w:rsidR="001413F2" w:rsidRPr="00BE65BA" w:rsidRDefault="001413F2" w:rsidP="001413F2">
      <w:pPr>
        <w:widowControl w:val="0"/>
        <w:tabs>
          <w:tab w:val="left" w:pos="426"/>
        </w:tabs>
        <w:autoSpaceDE w:val="0"/>
        <w:autoSpaceDN w:val="0"/>
        <w:spacing w:before="60" w:after="0" w:line="22" w:lineRule="atLeast"/>
        <w:ind w:left="850" w:right="130"/>
        <w:jc w:val="both"/>
        <w:rPr>
          <w:sz w:val="18"/>
          <w:szCs w:val="18"/>
        </w:rPr>
      </w:pPr>
      <w:r w:rsidRPr="00BE65BA">
        <w:rPr>
          <w:sz w:val="18"/>
          <w:szCs w:val="18"/>
        </w:rPr>
        <w:t>Geodetické a mapové podklady (mapové podklady TÚ .. km …, patné ŽBP a projekty PPK) zajistí Objednatel prostřednictvím SŽG. Mapové podklady budou zpracovány do hranic dráhy. Ostatní potřebné podklady pro zpracování dokumentace si zajistí Zhotovitel na vlastní náklady.</w:t>
      </w:r>
    </w:p>
    <w:p w14:paraId="4A8E2F5F" w14:textId="77777777" w:rsidR="001413F2" w:rsidRPr="00BE65BA" w:rsidRDefault="001413F2" w:rsidP="001413F2">
      <w:pPr>
        <w:pStyle w:val="Odstavecseseznamem"/>
        <w:widowControl w:val="0"/>
        <w:numPr>
          <w:ilvl w:val="1"/>
          <w:numId w:val="21"/>
        </w:numPr>
        <w:tabs>
          <w:tab w:val="left" w:pos="426"/>
        </w:tabs>
        <w:autoSpaceDE w:val="0"/>
        <w:autoSpaceDN w:val="0"/>
        <w:spacing w:before="60" w:after="0" w:line="22" w:lineRule="atLeast"/>
        <w:ind w:left="850" w:right="130"/>
        <w:jc w:val="both"/>
        <w:rPr>
          <w:sz w:val="18"/>
          <w:szCs w:val="18"/>
        </w:rPr>
      </w:pPr>
      <w:r w:rsidRPr="00BE65BA">
        <w:rPr>
          <w:sz w:val="18"/>
          <w:szCs w:val="18"/>
        </w:rPr>
        <w:t>Bližší specifikace rozsahu předmětu plnění je obsažena ve Všeobecných technických podmínkách, případně i Zvláštních technických podmínkách, které tvoří část obsahu Smlouvy a které jsou Přílohou č. 3 Smlouvy.</w:t>
      </w:r>
    </w:p>
    <w:p w14:paraId="2E0AC2F4" w14:textId="77777777" w:rsidR="00CE208D" w:rsidRPr="00BE65BA" w:rsidRDefault="00CE208D" w:rsidP="00CE208D">
      <w:pPr>
        <w:pStyle w:val="Nadpisbezsl1-2"/>
      </w:pPr>
      <w:r w:rsidRPr="00BE65BA">
        <w:lastRenderedPageBreak/>
        <w:t>Způsob provedení Díla (způsob plnění):</w:t>
      </w:r>
    </w:p>
    <w:p w14:paraId="7E26A348" w14:textId="77777777" w:rsidR="001413F2" w:rsidRPr="00BE65BA" w:rsidRDefault="001413F2" w:rsidP="001413F2">
      <w:pPr>
        <w:pStyle w:val="Odstavecseseznamem"/>
        <w:spacing w:after="0" w:line="240" w:lineRule="auto"/>
        <w:ind w:left="340"/>
        <w:jc w:val="both"/>
        <w:rPr>
          <w:rFonts w:eastAsia="Times New Roman" w:cs="Arial"/>
          <w:sz w:val="18"/>
          <w:szCs w:val="18"/>
          <w:lang w:eastAsia="cs-CZ"/>
        </w:rPr>
      </w:pPr>
      <w:r w:rsidRPr="00BE65BA">
        <w:rPr>
          <w:rFonts w:eastAsia="Times New Roman" w:cs="Arial"/>
          <w:sz w:val="18"/>
          <w:szCs w:val="18"/>
          <w:u w:val="single"/>
          <w:lang w:eastAsia="cs-CZ"/>
        </w:rPr>
        <w:t>DUSP a PDPS k připomínkám</w:t>
      </w:r>
      <w:r w:rsidRPr="00BE65BA">
        <w:rPr>
          <w:rFonts w:eastAsia="Times New Roman" w:cs="Arial"/>
          <w:sz w:val="18"/>
          <w:szCs w:val="18"/>
          <w:lang w:eastAsia="cs-CZ"/>
        </w:rPr>
        <w:t xml:space="preserve"> je nutno vyhotovit 1x v digitální uzavřené formě + 1 x geodetickou dokumentaci v otevřené formě.</w:t>
      </w:r>
    </w:p>
    <w:p w14:paraId="2B530399" w14:textId="77777777" w:rsidR="001413F2" w:rsidRPr="001413F2" w:rsidRDefault="001413F2" w:rsidP="001413F2">
      <w:pPr>
        <w:pStyle w:val="Odstavecseseznamem"/>
        <w:spacing w:after="0" w:line="240" w:lineRule="auto"/>
        <w:ind w:left="340"/>
        <w:jc w:val="both"/>
        <w:rPr>
          <w:rFonts w:eastAsia="Times New Roman" w:cs="Arial"/>
          <w:sz w:val="18"/>
          <w:szCs w:val="18"/>
          <w:lang w:eastAsia="cs-CZ"/>
        </w:rPr>
      </w:pPr>
      <w:r w:rsidRPr="00BE65BA">
        <w:rPr>
          <w:rFonts w:eastAsia="Times New Roman" w:cs="Arial"/>
          <w:sz w:val="18"/>
          <w:szCs w:val="18"/>
          <w:u w:val="single"/>
          <w:lang w:eastAsia="cs-CZ"/>
        </w:rPr>
        <w:t>DUSP a PDPS</w:t>
      </w:r>
      <w:r w:rsidRPr="00BE65BA">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w:t>
      </w:r>
      <w:r w:rsidRPr="00BE65BA">
        <w:rPr>
          <w:rFonts w:eastAsia="Times New Roman" w:cs="Arial"/>
          <w:sz w:val="18"/>
          <w:szCs w:val="18"/>
          <w:lang w:eastAsia="cs-CZ"/>
        </w:rPr>
        <w:br/>
        <w:t xml:space="preserve">ve struktuře dat dle datového předpisu XC4 – viz </w:t>
      </w:r>
      <w:hyperlink r:id="rId18" w:history="1">
        <w:r w:rsidRPr="00BE65BA">
          <w:rPr>
            <w:rFonts w:eastAsia="Times New Roman" w:cs="Arial"/>
            <w:color w:val="0000FF"/>
            <w:sz w:val="18"/>
            <w:szCs w:val="18"/>
            <w:u w:val="single"/>
            <w:lang w:eastAsia="cs-CZ"/>
          </w:rPr>
          <w:t>www.xc4.cz</w:t>
        </w:r>
      </w:hyperlink>
      <w:r w:rsidRPr="00BE65BA">
        <w:rPr>
          <w:rFonts w:eastAsia="Times New Roman" w:cs="Arial"/>
          <w:sz w:val="18"/>
          <w:szCs w:val="18"/>
          <w:lang w:eastAsia="cs-CZ"/>
        </w:rPr>
        <w:t>).</w:t>
      </w:r>
    </w:p>
    <w:p w14:paraId="302479E7" w14:textId="77777777" w:rsidR="001413F2" w:rsidRPr="008E5270" w:rsidRDefault="001413F2" w:rsidP="00CE208D">
      <w:pPr>
        <w:spacing w:line="240" w:lineRule="auto"/>
        <w:rPr>
          <w:sz w:val="18"/>
          <w:szCs w:val="18"/>
        </w:rPr>
      </w:pP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062512A" w:rsidR="00124751" w:rsidRDefault="00D53494" w:rsidP="00950EAF">
      <w:pPr>
        <w:pStyle w:val="Nadpisbezsl1-2"/>
      </w:pPr>
      <w:r>
        <w:t>„</w:t>
      </w:r>
      <w:r w:rsidR="00C539CB">
        <w:t>OP/D</w:t>
      </w:r>
      <w:r w:rsidR="00F83EC1">
        <w:t>OKUMENTACE</w:t>
      </w:r>
      <w:r w:rsidR="00F83EC1" w:rsidDel="00F83EC1">
        <w:t xml:space="preserve"> </w:t>
      </w:r>
      <w:r w:rsidR="00C539CB">
        <w:t>/</w:t>
      </w:r>
      <w:r w:rsidR="00695A47">
        <w:t>04/24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22E02C5E"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0A7B3769" w:rsidR="00E868F1" w:rsidRDefault="00E868F1" w:rsidP="00E868F1">
      <w:pPr>
        <w:pStyle w:val="Textbezslovn"/>
      </w:pPr>
      <w:r w:rsidRPr="003038BD">
        <w:t>VTP/D</w:t>
      </w:r>
      <w:r w:rsidR="00ED5400">
        <w:t>OKUMENTACE</w:t>
      </w:r>
      <w:r w:rsidRPr="003038BD">
        <w:t>/</w:t>
      </w:r>
      <w:r w:rsidR="00695A47">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775E3081" w:rsidR="00671F70" w:rsidRDefault="00950EAF" w:rsidP="008A4D1B">
      <w:pPr>
        <w:pStyle w:val="Textbezslovn"/>
        <w:jc w:val="left"/>
      </w:pPr>
      <w:r>
        <w:t xml:space="preserve">ze dne </w:t>
      </w:r>
      <w:r w:rsidR="00695A47">
        <w:t>1</w:t>
      </w:r>
      <w:r w:rsidR="00F005D0">
        <w:t>9</w:t>
      </w:r>
      <w:r w:rsidR="00695A47">
        <w:t>. 1. 2024</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4F96D837" w14:textId="77777777" w:rsidR="00B35004" w:rsidRDefault="00B35004" w:rsidP="008A4D1B">
      <w:pPr>
        <w:pStyle w:val="Textbezodsazen"/>
      </w:pPr>
    </w:p>
    <w:p w14:paraId="5122797C" w14:textId="3281C66B" w:rsidR="008A4D1B" w:rsidRDefault="008A4D1B" w:rsidP="008A4D1B">
      <w:pPr>
        <w:pStyle w:val="Textbezodsazen"/>
      </w:pPr>
      <w:r>
        <w:t xml:space="preserve">Cena za </w:t>
      </w:r>
      <w:r w:rsidRPr="00B35004">
        <w:t xml:space="preserve">zpracování </w:t>
      </w:r>
      <w:r w:rsidR="00EF760C" w:rsidRPr="00B35004">
        <w:t>DUSP</w:t>
      </w:r>
      <w:r w:rsidR="0051510C" w:rsidRPr="00B35004">
        <w:t xml:space="preserve"> </w:t>
      </w:r>
      <w:r w:rsidRPr="00B35004">
        <w:t>a</w:t>
      </w:r>
      <w:r>
        <w:t xml:space="preserve">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4669CAFF" w:rsidR="004B6AE0" w:rsidRPr="00236DCC" w:rsidRDefault="00EC65C9" w:rsidP="00372480">
            <w:pPr>
              <w:pStyle w:val="Textbezodsazen"/>
              <w:rPr>
                <w:b/>
              </w:rPr>
            </w:pPr>
            <w:r>
              <w:rPr>
                <w:b/>
              </w:rPr>
              <w:t xml:space="preserve">A) </w:t>
            </w:r>
            <w:r w:rsidR="004B6AE0" w:rsidRPr="00236DCC">
              <w:rPr>
                <w:b/>
              </w:rPr>
              <w:t xml:space="preserve">Cena za </w:t>
            </w:r>
            <w:r w:rsidR="004B6AE0" w:rsidRPr="00B35004">
              <w:rPr>
                <w:b/>
              </w:rPr>
              <w:t xml:space="preserve">zpracování </w:t>
            </w:r>
            <w:r w:rsidR="00EF760C" w:rsidRPr="00B35004">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4636B201"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w:t>
      </w:r>
      <w:r w:rsidR="00825067" w:rsidRPr="00BE65BA">
        <w:t>Stavby (</w:t>
      </w:r>
      <w:r w:rsidR="00B35004" w:rsidRPr="00BE65BA">
        <w:rPr>
          <w:rFonts w:eastAsia="Times New Roman" w:cs="Arial"/>
          <w:lang w:eastAsia="cs-CZ"/>
        </w:rPr>
        <w:t>předpokládanou dobu délky realizace určí DUSP)</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Pr="00B35004" w:rsidRDefault="008F0A16" w:rsidP="004B6AE0">
      <w:pPr>
        <w:pStyle w:val="Textbezodsazen"/>
        <w:rPr>
          <w:u w:val="single"/>
        </w:rPr>
      </w:pPr>
      <w:r w:rsidRPr="00B35004">
        <w:rPr>
          <w:u w:val="single"/>
        </w:rPr>
        <w:t>Cenová kalkulace je součástí Nabídky.</w:t>
      </w:r>
    </w:p>
    <w:p w14:paraId="5D44361F" w14:textId="77777777" w:rsidR="00B121C8" w:rsidRDefault="00B121C8" w:rsidP="004B6AE0">
      <w:pPr>
        <w:pStyle w:val="Textbezodsazen"/>
      </w:pPr>
    </w:p>
    <w:p w14:paraId="2B35BE33" w14:textId="77777777" w:rsidR="00B35004" w:rsidRPr="00BE65BA" w:rsidRDefault="00B35004" w:rsidP="00B35004">
      <w:pPr>
        <w:pStyle w:val="Nadpisbezsl1-2"/>
        <w:rPr>
          <w:rStyle w:val="Tun-ZRUIT"/>
          <w:b w:val="0"/>
        </w:rPr>
      </w:pPr>
      <w:r w:rsidRPr="00BE65BA">
        <w:rPr>
          <w:rStyle w:val="Tun-ZRUIT"/>
        </w:rPr>
        <w:t xml:space="preserve">Rozpis částí Ceny Díla k fakturaci podle členění na Dílčí etapy: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3969"/>
        <w:gridCol w:w="4928"/>
      </w:tblGrid>
      <w:tr w:rsidR="00B35004" w:rsidRPr="00BE65BA" w14:paraId="1DEC427C" w14:textId="77777777" w:rsidTr="00B35004">
        <w:tc>
          <w:tcPr>
            <w:tcW w:w="3969" w:type="dxa"/>
            <w:shd w:val="clear" w:color="auto" w:fill="E7E6E6" w:themeFill="background2"/>
          </w:tcPr>
          <w:p w14:paraId="47CE72AF" w14:textId="77777777" w:rsidR="00B35004" w:rsidRPr="00BE65BA" w:rsidRDefault="00B35004" w:rsidP="005F78B5">
            <w:pPr>
              <w:pStyle w:val="Textbezodsazen"/>
              <w:jc w:val="left"/>
              <w:rPr>
                <w:rStyle w:val="Tun"/>
              </w:rPr>
            </w:pPr>
            <w:r w:rsidRPr="00BE65BA">
              <w:rPr>
                <w:rStyle w:val="Tun"/>
              </w:rPr>
              <w:t>Specifikace položky, část Ceny Díla k fakturaci v %</w:t>
            </w:r>
          </w:p>
        </w:tc>
        <w:tc>
          <w:tcPr>
            <w:tcW w:w="4928" w:type="dxa"/>
            <w:shd w:val="clear" w:color="auto" w:fill="E7E6E6" w:themeFill="background2"/>
          </w:tcPr>
          <w:p w14:paraId="56127A57" w14:textId="77777777" w:rsidR="00B35004" w:rsidRPr="00BE65BA" w:rsidRDefault="00B35004" w:rsidP="005F78B5">
            <w:pPr>
              <w:pStyle w:val="Textbezodsazen"/>
              <w:jc w:val="center"/>
              <w:rPr>
                <w:rStyle w:val="Tun"/>
              </w:rPr>
            </w:pPr>
            <w:r w:rsidRPr="00BE65BA">
              <w:rPr>
                <w:rStyle w:val="Tun"/>
              </w:rPr>
              <w:t>Část ceny díla k fakturaci v %</w:t>
            </w:r>
          </w:p>
        </w:tc>
      </w:tr>
      <w:tr w:rsidR="00B35004" w:rsidRPr="00BE65BA" w14:paraId="185FDA1C" w14:textId="77777777" w:rsidTr="00B35004">
        <w:tc>
          <w:tcPr>
            <w:tcW w:w="3969" w:type="dxa"/>
            <w:vAlign w:val="center"/>
          </w:tcPr>
          <w:p w14:paraId="0BBF5196" w14:textId="77777777" w:rsidR="00B35004" w:rsidRPr="00BE65BA" w:rsidRDefault="00B35004" w:rsidP="005F78B5">
            <w:pPr>
              <w:pStyle w:val="Textbezodsazen"/>
              <w:jc w:val="left"/>
              <w:rPr>
                <w:rStyle w:val="Tun"/>
              </w:rPr>
            </w:pPr>
            <w:r w:rsidRPr="00BE65BA">
              <w:rPr>
                <w:rStyle w:val="Tun"/>
              </w:rPr>
              <w:t>1. Dílčí etapa</w:t>
            </w:r>
          </w:p>
        </w:tc>
        <w:tc>
          <w:tcPr>
            <w:tcW w:w="4928" w:type="dxa"/>
            <w:vAlign w:val="center"/>
          </w:tcPr>
          <w:p w14:paraId="45A9A65B" w14:textId="77777777" w:rsidR="00B35004" w:rsidRPr="00BE65BA" w:rsidRDefault="00B35004" w:rsidP="005F78B5">
            <w:pPr>
              <w:pStyle w:val="Textbezodsazen"/>
              <w:jc w:val="center"/>
              <w:rPr>
                <w:rStyle w:val="Tun"/>
              </w:rPr>
            </w:pPr>
            <w:r w:rsidRPr="00BE65BA">
              <w:rPr>
                <w:rStyle w:val="Tun"/>
              </w:rPr>
              <w:t>fakturace 70% ceny za DUSP+PDPS</w:t>
            </w:r>
          </w:p>
        </w:tc>
      </w:tr>
      <w:tr w:rsidR="00B35004" w:rsidRPr="00BE65BA" w14:paraId="47A57B41" w14:textId="77777777" w:rsidTr="00B35004">
        <w:tc>
          <w:tcPr>
            <w:tcW w:w="3969" w:type="dxa"/>
            <w:vAlign w:val="center"/>
          </w:tcPr>
          <w:p w14:paraId="303F30FA" w14:textId="77777777" w:rsidR="00B35004" w:rsidRPr="00BE65BA" w:rsidRDefault="00B35004" w:rsidP="005F78B5">
            <w:pPr>
              <w:pStyle w:val="Textbezodsazen"/>
              <w:jc w:val="left"/>
              <w:rPr>
                <w:rStyle w:val="Tun"/>
              </w:rPr>
            </w:pPr>
            <w:r w:rsidRPr="00BE65BA">
              <w:rPr>
                <w:rStyle w:val="Tun"/>
              </w:rPr>
              <w:t>2. Dílčí etapa</w:t>
            </w:r>
          </w:p>
        </w:tc>
        <w:tc>
          <w:tcPr>
            <w:tcW w:w="4928" w:type="dxa"/>
            <w:vAlign w:val="center"/>
          </w:tcPr>
          <w:p w14:paraId="0346A145" w14:textId="77777777" w:rsidR="00B35004" w:rsidRPr="00BE65BA" w:rsidRDefault="00B35004" w:rsidP="005F78B5">
            <w:pPr>
              <w:pStyle w:val="Textbezodsazen"/>
              <w:jc w:val="center"/>
              <w:rPr>
                <w:rStyle w:val="Tun"/>
              </w:rPr>
            </w:pPr>
            <w:r w:rsidRPr="00BE65BA">
              <w:rPr>
                <w:rStyle w:val="Tun"/>
              </w:rPr>
              <w:t>fakturace 20% ceny za DUSP+PDPS</w:t>
            </w:r>
          </w:p>
        </w:tc>
      </w:tr>
      <w:tr w:rsidR="00B35004" w:rsidRPr="00BE65BA" w14:paraId="306D905C" w14:textId="77777777" w:rsidTr="00B35004">
        <w:tc>
          <w:tcPr>
            <w:tcW w:w="3969" w:type="dxa"/>
            <w:vAlign w:val="center"/>
          </w:tcPr>
          <w:p w14:paraId="32764662" w14:textId="77777777" w:rsidR="00B35004" w:rsidRPr="00BE65BA" w:rsidRDefault="00B35004" w:rsidP="005F78B5">
            <w:pPr>
              <w:pStyle w:val="Textbezodsazen"/>
              <w:jc w:val="left"/>
              <w:rPr>
                <w:rStyle w:val="Tun"/>
              </w:rPr>
            </w:pPr>
            <w:r w:rsidRPr="00BE65BA">
              <w:rPr>
                <w:rStyle w:val="Tun"/>
              </w:rPr>
              <w:t>3. Dílčí etapa</w:t>
            </w:r>
          </w:p>
        </w:tc>
        <w:tc>
          <w:tcPr>
            <w:tcW w:w="4928" w:type="dxa"/>
            <w:vAlign w:val="center"/>
          </w:tcPr>
          <w:p w14:paraId="7E76D8F1" w14:textId="77777777" w:rsidR="00B35004" w:rsidRPr="00BE65BA" w:rsidRDefault="00B35004" w:rsidP="005F78B5">
            <w:pPr>
              <w:pStyle w:val="Textbezodsazen"/>
              <w:jc w:val="center"/>
              <w:rPr>
                <w:rStyle w:val="Tun"/>
              </w:rPr>
            </w:pPr>
            <w:r w:rsidRPr="00BE65BA">
              <w:rPr>
                <w:rStyle w:val="Tun"/>
              </w:rPr>
              <w:t>fakturace 10% ceny za DUSP+PDPS</w:t>
            </w:r>
          </w:p>
        </w:tc>
      </w:tr>
      <w:tr w:rsidR="00B35004" w:rsidRPr="00B72613" w14:paraId="6032CBCF" w14:textId="77777777" w:rsidTr="00B35004">
        <w:tc>
          <w:tcPr>
            <w:tcW w:w="3969" w:type="dxa"/>
            <w:vAlign w:val="center"/>
          </w:tcPr>
          <w:p w14:paraId="7647E82B" w14:textId="77777777" w:rsidR="00B35004" w:rsidRPr="00BE65BA" w:rsidRDefault="00B35004" w:rsidP="005F78B5">
            <w:pPr>
              <w:pStyle w:val="Textbezodsazen"/>
              <w:jc w:val="left"/>
              <w:rPr>
                <w:rStyle w:val="Tun"/>
              </w:rPr>
            </w:pPr>
            <w:r w:rsidRPr="00BE65BA">
              <w:rPr>
                <w:rStyle w:val="Tun"/>
              </w:rPr>
              <w:t>4. Dílčí etapa</w:t>
            </w:r>
          </w:p>
        </w:tc>
        <w:tc>
          <w:tcPr>
            <w:tcW w:w="4928" w:type="dxa"/>
            <w:vAlign w:val="center"/>
          </w:tcPr>
          <w:p w14:paraId="3FA2B627" w14:textId="187B5E37" w:rsidR="00B35004" w:rsidRPr="00782227" w:rsidRDefault="00B35004" w:rsidP="005F78B5">
            <w:pPr>
              <w:pStyle w:val="Textbezodsazen"/>
              <w:jc w:val="center"/>
              <w:rPr>
                <w:rStyle w:val="Tun"/>
              </w:rPr>
            </w:pPr>
            <w:r w:rsidRPr="00BE65BA">
              <w:rPr>
                <w:rStyle w:val="Tun"/>
              </w:rPr>
              <w:t>fakturace jednorázově 100% ceny za DP</w:t>
            </w:r>
          </w:p>
        </w:tc>
      </w:tr>
    </w:tbl>
    <w:p w14:paraId="694ADFE6" w14:textId="77777777" w:rsidR="00B35004" w:rsidRDefault="00B35004" w:rsidP="004B6AE0">
      <w:pPr>
        <w:pStyle w:val="Textbezodsazen"/>
      </w:pPr>
    </w:p>
    <w:p w14:paraId="5183F949" w14:textId="45401559" w:rsidR="004C41AC" w:rsidRPr="00B35004" w:rsidRDefault="004C41AC" w:rsidP="004C41AC">
      <w:pPr>
        <w:pStyle w:val="Textbezodsazen"/>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720E2672" w14:textId="77777777" w:rsidR="00B35004" w:rsidRDefault="00B35004" w:rsidP="005201BA">
      <w:pPr>
        <w:pStyle w:val="Textbezodsazen"/>
      </w:pPr>
    </w:p>
    <w:p w14:paraId="34A9BE28" w14:textId="77777777" w:rsidR="00B35004" w:rsidRPr="00C1591E" w:rsidRDefault="00B35004" w:rsidP="00B35004">
      <w:pPr>
        <w:pStyle w:val="Textbezodsazen"/>
        <w:rPr>
          <w:b/>
          <w:bCs/>
          <w:sz w:val="20"/>
          <w:szCs w:val="20"/>
        </w:rPr>
      </w:pPr>
      <w:r w:rsidRPr="00C1591E">
        <w:rPr>
          <w:b/>
          <w:bCs/>
          <w:sz w:val="20"/>
          <w:szCs w:val="20"/>
        </w:rPr>
        <w:t xml:space="preserve">Harmonogram plnění </w:t>
      </w:r>
    </w:p>
    <w:p w14:paraId="69D5B124" w14:textId="77777777" w:rsidR="00B35004" w:rsidRDefault="00B35004" w:rsidP="00B35004">
      <w:pPr>
        <w:pStyle w:val="Text2-1"/>
        <w:numPr>
          <w:ilvl w:val="0"/>
          <w:numId w:val="0"/>
        </w:numPr>
        <w:ind w:left="737"/>
      </w:pPr>
    </w:p>
    <w:p w14:paraId="5ADF4104" w14:textId="77777777" w:rsidR="00B35004" w:rsidRPr="00B35004" w:rsidRDefault="00B35004" w:rsidP="00B35004">
      <w:pPr>
        <w:spacing w:after="0" w:line="240" w:lineRule="auto"/>
        <w:ind w:left="426"/>
        <w:rPr>
          <w:rFonts w:asciiTheme="minorHAnsi" w:eastAsia="Times New Roman" w:hAnsiTheme="minorHAnsi" w:cs="Times New Roman"/>
          <w:sz w:val="18"/>
          <w:szCs w:val="18"/>
          <w:lang w:eastAsia="cs-CZ"/>
        </w:rPr>
      </w:pPr>
      <w:r w:rsidRPr="00B35004">
        <w:rPr>
          <w:rFonts w:asciiTheme="minorHAnsi" w:eastAsia="Times New Roman" w:hAnsiTheme="minorHAnsi" w:cs="Times New Roman"/>
          <w:b/>
          <w:sz w:val="18"/>
          <w:szCs w:val="18"/>
          <w:u w:val="single"/>
          <w:lang w:eastAsia="cs-CZ"/>
        </w:rPr>
        <w:t>Zahájení plnění:</w:t>
      </w:r>
      <w:r w:rsidRPr="00B35004">
        <w:rPr>
          <w:rFonts w:asciiTheme="minorHAnsi" w:eastAsia="Times New Roman" w:hAnsiTheme="minorHAnsi" w:cs="Times New Roman"/>
          <w:sz w:val="18"/>
          <w:szCs w:val="18"/>
          <w:lang w:eastAsia="cs-CZ"/>
        </w:rPr>
        <w:t xml:space="preserve"> dnem nabytí účinnosti smlouvy.</w:t>
      </w:r>
    </w:p>
    <w:p w14:paraId="41CE1D2E" w14:textId="77777777" w:rsidR="00B35004" w:rsidRPr="00B35004" w:rsidRDefault="00B35004" w:rsidP="00B35004">
      <w:pPr>
        <w:spacing w:after="0" w:line="240" w:lineRule="auto"/>
        <w:ind w:left="426"/>
        <w:rPr>
          <w:rFonts w:asciiTheme="minorHAnsi" w:eastAsia="Times New Roman" w:hAnsiTheme="minorHAnsi" w:cs="Times New Roman"/>
          <w:b/>
          <w:sz w:val="18"/>
          <w:szCs w:val="18"/>
          <w:lang w:eastAsia="cs-CZ"/>
        </w:rPr>
      </w:pPr>
    </w:p>
    <w:p w14:paraId="1B4248AD" w14:textId="77777777" w:rsidR="00B35004" w:rsidRPr="00B35004" w:rsidRDefault="00B35004" w:rsidP="00B35004">
      <w:pPr>
        <w:spacing w:after="0" w:line="240" w:lineRule="auto"/>
        <w:ind w:left="426"/>
        <w:rPr>
          <w:rFonts w:asciiTheme="minorHAnsi" w:eastAsia="Times New Roman" w:hAnsiTheme="minorHAnsi" w:cs="Times New Roman"/>
          <w:b/>
          <w:sz w:val="18"/>
          <w:szCs w:val="18"/>
          <w:u w:val="single"/>
          <w:lang w:eastAsia="cs-CZ"/>
        </w:rPr>
      </w:pPr>
      <w:r w:rsidRPr="00B35004">
        <w:rPr>
          <w:rFonts w:asciiTheme="minorHAnsi" w:eastAsia="Times New Roman" w:hAnsiTheme="minorHAnsi" w:cs="Times New Roman"/>
          <w:b/>
          <w:sz w:val="18"/>
          <w:szCs w:val="18"/>
          <w:u w:val="single"/>
          <w:lang w:eastAsia="cs-CZ"/>
        </w:rPr>
        <w:t>Dokončení plnění:</w:t>
      </w:r>
    </w:p>
    <w:p w14:paraId="58EADBF4" w14:textId="77777777" w:rsidR="00B35004" w:rsidRPr="00B35004" w:rsidRDefault="00B35004" w:rsidP="00B35004">
      <w:pPr>
        <w:spacing w:after="0" w:line="240" w:lineRule="auto"/>
        <w:ind w:left="426"/>
        <w:rPr>
          <w:rFonts w:asciiTheme="minorHAnsi" w:eastAsia="Times New Roman" w:hAnsiTheme="minorHAnsi" w:cs="Times New Roman"/>
          <w:b/>
          <w:sz w:val="18"/>
          <w:szCs w:val="18"/>
          <w:lang w:eastAsia="cs-CZ"/>
        </w:rPr>
      </w:pPr>
    </w:p>
    <w:p w14:paraId="450507F1" w14:textId="77777777" w:rsidR="00B35004" w:rsidRPr="00BE65BA" w:rsidRDefault="00B35004" w:rsidP="00B35004">
      <w:pPr>
        <w:spacing w:after="0" w:line="240" w:lineRule="auto"/>
        <w:ind w:firstLine="426"/>
        <w:rPr>
          <w:rFonts w:asciiTheme="minorHAnsi" w:eastAsia="Times New Roman" w:hAnsiTheme="minorHAnsi" w:cs="Times New Roman"/>
          <w:b/>
          <w:i/>
          <w:sz w:val="18"/>
          <w:szCs w:val="18"/>
          <w:u w:val="single"/>
          <w:lang w:eastAsia="cs-CZ"/>
        </w:rPr>
      </w:pPr>
      <w:r w:rsidRPr="00BE65BA">
        <w:rPr>
          <w:rFonts w:asciiTheme="minorHAnsi" w:eastAsia="Times New Roman" w:hAnsiTheme="minorHAnsi" w:cs="Times New Roman"/>
          <w:b/>
          <w:i/>
          <w:sz w:val="18"/>
          <w:szCs w:val="18"/>
          <w:u w:val="single"/>
          <w:lang w:eastAsia="cs-CZ"/>
        </w:rPr>
        <w:t xml:space="preserve">1. dílčí etapa: </w:t>
      </w:r>
    </w:p>
    <w:p w14:paraId="6D0E7C65" w14:textId="4C14DA50" w:rsidR="00B35004" w:rsidRPr="00BE65BA" w:rsidRDefault="00B35004" w:rsidP="00B35004">
      <w:pPr>
        <w:spacing w:after="0" w:line="240" w:lineRule="auto"/>
        <w:ind w:left="426"/>
        <w:jc w:val="both"/>
        <w:rPr>
          <w:rFonts w:asciiTheme="minorHAnsi" w:eastAsia="Times New Roman" w:hAnsiTheme="minorHAnsi" w:cs="Times New Roman"/>
          <w:b/>
          <w:bCs/>
          <w:sz w:val="18"/>
          <w:szCs w:val="18"/>
          <w:lang w:eastAsia="cs-CZ"/>
        </w:rPr>
      </w:pPr>
      <w:r w:rsidRPr="00BE65BA">
        <w:rPr>
          <w:rFonts w:asciiTheme="minorHAnsi" w:eastAsia="Times New Roman" w:hAnsiTheme="minorHAnsi" w:cs="Times New Roman"/>
          <w:sz w:val="18"/>
          <w:szCs w:val="18"/>
          <w:lang w:eastAsia="cs-CZ"/>
        </w:rPr>
        <w:t>Předmět díla v rozsahu – zpracování DUSP+PDPS, souhrnn</w:t>
      </w:r>
      <w:r w:rsidR="005830FB" w:rsidRPr="00BE65BA">
        <w:rPr>
          <w:rFonts w:asciiTheme="minorHAnsi" w:eastAsia="Times New Roman" w:hAnsiTheme="minorHAnsi" w:cs="Times New Roman"/>
          <w:sz w:val="18"/>
          <w:szCs w:val="18"/>
          <w:lang w:eastAsia="cs-CZ"/>
        </w:rPr>
        <w:t>ého</w:t>
      </w:r>
      <w:r w:rsidRPr="00BE65BA">
        <w:rPr>
          <w:rFonts w:asciiTheme="minorHAnsi" w:eastAsia="Times New Roman" w:hAnsiTheme="minorHAnsi" w:cs="Times New Roman"/>
          <w:sz w:val="18"/>
          <w:szCs w:val="18"/>
          <w:lang w:eastAsia="cs-CZ"/>
        </w:rPr>
        <w:t xml:space="preserve"> rozpočtu a ekonomické</w:t>
      </w:r>
      <w:r w:rsidR="005830FB" w:rsidRPr="00BE65BA">
        <w:rPr>
          <w:rFonts w:asciiTheme="minorHAnsi" w:eastAsia="Times New Roman" w:hAnsiTheme="minorHAnsi" w:cs="Times New Roman"/>
          <w:sz w:val="18"/>
          <w:szCs w:val="18"/>
          <w:lang w:eastAsia="cs-CZ"/>
        </w:rPr>
        <w:t>ho</w:t>
      </w:r>
      <w:r w:rsidRPr="00BE65BA">
        <w:rPr>
          <w:rFonts w:asciiTheme="minorHAnsi" w:eastAsia="Times New Roman" w:hAnsiTheme="minorHAnsi" w:cs="Times New Roman"/>
          <w:sz w:val="18"/>
          <w:szCs w:val="18"/>
          <w:lang w:eastAsia="cs-CZ"/>
        </w:rPr>
        <w:t xml:space="preserve"> hodnocení k připomínkám</w:t>
      </w:r>
    </w:p>
    <w:p w14:paraId="5FC71258" w14:textId="77777777" w:rsidR="00B35004" w:rsidRPr="00BE65BA" w:rsidRDefault="00B35004" w:rsidP="00B35004">
      <w:pPr>
        <w:spacing w:after="0" w:line="240" w:lineRule="auto"/>
        <w:ind w:left="426"/>
        <w:jc w:val="both"/>
        <w:rPr>
          <w:rFonts w:asciiTheme="minorHAnsi" w:eastAsia="Times New Roman" w:hAnsiTheme="minorHAnsi" w:cs="Times New Roman"/>
          <w:b/>
          <w:bCs/>
          <w:sz w:val="18"/>
          <w:szCs w:val="18"/>
          <w:lang w:eastAsia="cs-CZ"/>
        </w:rPr>
      </w:pPr>
    </w:p>
    <w:p w14:paraId="7317AA49"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 xml:space="preserve">- bude dokončeno a předáno </w:t>
      </w:r>
      <w:r w:rsidRPr="00BE65BA">
        <w:rPr>
          <w:rFonts w:asciiTheme="minorHAnsi" w:eastAsia="Times New Roman" w:hAnsiTheme="minorHAnsi" w:cs="Times New Roman"/>
          <w:b/>
          <w:sz w:val="18"/>
          <w:szCs w:val="18"/>
          <w:lang w:eastAsia="cs-CZ"/>
        </w:rPr>
        <w:t>do 6 měsíců od zahájení plnění</w:t>
      </w:r>
    </w:p>
    <w:p w14:paraId="6DEC9712"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 xml:space="preserve">- </w:t>
      </w:r>
      <w:r w:rsidRPr="00BE65BA">
        <w:rPr>
          <w:rFonts w:asciiTheme="minorHAnsi" w:eastAsia="Times New Roman" w:hAnsiTheme="minorHAnsi" w:cs="Times New Roman"/>
          <w:b/>
          <w:sz w:val="18"/>
          <w:szCs w:val="18"/>
          <w:lang w:eastAsia="cs-CZ"/>
        </w:rPr>
        <w:t>fakturováno</w:t>
      </w:r>
      <w:r w:rsidRPr="00BE65BA">
        <w:rPr>
          <w:rFonts w:asciiTheme="minorHAnsi" w:eastAsia="Times New Roman" w:hAnsiTheme="minorHAnsi" w:cs="Times New Roman"/>
          <w:sz w:val="18"/>
          <w:szCs w:val="18"/>
          <w:lang w:eastAsia="cs-CZ"/>
        </w:rPr>
        <w:t xml:space="preserve"> bude </w:t>
      </w:r>
      <w:r w:rsidRPr="00BE65BA">
        <w:rPr>
          <w:rFonts w:asciiTheme="minorHAnsi" w:eastAsia="Times New Roman" w:hAnsiTheme="minorHAnsi" w:cs="Times New Roman"/>
          <w:b/>
          <w:bCs/>
          <w:sz w:val="18"/>
          <w:szCs w:val="18"/>
          <w:lang w:eastAsia="cs-CZ"/>
        </w:rPr>
        <w:t>70 % ceny</w:t>
      </w:r>
      <w:r w:rsidRPr="00BE65BA">
        <w:rPr>
          <w:rFonts w:asciiTheme="minorHAnsi" w:eastAsia="Times New Roman" w:hAnsiTheme="minorHAnsi" w:cs="Times New Roman"/>
          <w:sz w:val="18"/>
          <w:szCs w:val="18"/>
          <w:lang w:eastAsia="cs-CZ"/>
        </w:rPr>
        <w:t xml:space="preserve"> díla za zpracování DUSP+PDPS</w:t>
      </w:r>
    </w:p>
    <w:p w14:paraId="286C84C0"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662D934A" w14:textId="77777777" w:rsidR="00B35004" w:rsidRPr="00BE65BA"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r w:rsidRPr="00BE65BA">
        <w:rPr>
          <w:rFonts w:asciiTheme="minorHAnsi" w:eastAsia="Times New Roman" w:hAnsiTheme="minorHAnsi" w:cs="Times New Roman"/>
          <w:b/>
          <w:i/>
          <w:sz w:val="18"/>
          <w:szCs w:val="18"/>
          <w:u w:val="single"/>
          <w:lang w:eastAsia="cs-CZ"/>
        </w:rPr>
        <w:t>2. dílčí etapa:</w:t>
      </w:r>
    </w:p>
    <w:p w14:paraId="7D785A0B"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 xml:space="preserve">Předmět díla v rozsahu - odevzdání DUSP+PDPS </w:t>
      </w:r>
      <w:r w:rsidRPr="00BE65BA">
        <w:rPr>
          <w:rFonts w:asciiTheme="minorHAnsi" w:eastAsia="Times New Roman" w:hAnsiTheme="minorHAnsi" w:cs="Times New Roman"/>
          <w:sz w:val="18"/>
          <w:szCs w:val="18"/>
          <w:lang w:eastAsia="x-none"/>
        </w:rPr>
        <w:t xml:space="preserve">včetně zapracovaných případných připomínek, které budou projednány a zapracovány, </w:t>
      </w:r>
      <w:r w:rsidRPr="00BE65BA">
        <w:rPr>
          <w:rFonts w:asciiTheme="minorHAnsi" w:eastAsia="Times New Roman" w:hAnsiTheme="minorHAnsi" w:cs="Times New Roman"/>
          <w:b/>
          <w:bCs/>
          <w:sz w:val="18"/>
          <w:szCs w:val="18"/>
          <w:lang w:eastAsia="x-none"/>
        </w:rPr>
        <w:t>podání žádosti o povolení záměru</w:t>
      </w:r>
      <w:r w:rsidRPr="00BE65BA">
        <w:rPr>
          <w:rFonts w:asciiTheme="minorHAnsi" w:eastAsia="Times New Roman" w:hAnsiTheme="minorHAnsi" w:cs="Times New Roman"/>
          <w:sz w:val="18"/>
          <w:szCs w:val="18"/>
          <w:lang w:eastAsia="x-none"/>
        </w:rPr>
        <w:t xml:space="preserve">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w:t>
      </w:r>
      <w:r w:rsidRPr="00BE65BA">
        <w:rPr>
          <w:rFonts w:asciiTheme="minorHAnsi" w:eastAsia="Times New Roman" w:hAnsiTheme="minorHAnsi" w:cs="Times New Roman"/>
          <w:sz w:val="18"/>
          <w:szCs w:val="18"/>
          <w:lang w:eastAsia="cs-CZ"/>
        </w:rPr>
        <w:t>hodnocení ekonomické efektivnosti</w:t>
      </w:r>
      <w:r w:rsidRPr="00BE65BA" w:rsidDel="003B7CB7">
        <w:rPr>
          <w:rFonts w:asciiTheme="minorHAnsi" w:eastAsia="Times New Roman" w:hAnsiTheme="minorHAnsi" w:cs="Times New Roman"/>
          <w:sz w:val="18"/>
          <w:szCs w:val="18"/>
          <w:lang w:eastAsia="x-none"/>
        </w:rPr>
        <w:t xml:space="preserve"> </w:t>
      </w:r>
      <w:r w:rsidRPr="00BE65BA">
        <w:rPr>
          <w:rFonts w:asciiTheme="minorHAnsi" w:eastAsia="Times New Roman" w:hAnsiTheme="minorHAnsi" w:cs="Times New Roman"/>
          <w:sz w:val="18"/>
          <w:szCs w:val="18"/>
          <w:lang w:eastAsia="x-none"/>
        </w:rPr>
        <w:t>po připomínkách</w:t>
      </w:r>
    </w:p>
    <w:p w14:paraId="0D2341E0"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1CA2D4D1" w14:textId="77777777" w:rsidR="00B35004" w:rsidRPr="00BE65BA" w:rsidRDefault="00B35004" w:rsidP="00B35004">
      <w:pPr>
        <w:spacing w:after="0" w:line="240" w:lineRule="auto"/>
        <w:ind w:left="426"/>
        <w:jc w:val="both"/>
        <w:rPr>
          <w:rFonts w:asciiTheme="minorHAnsi" w:eastAsia="Times New Roman" w:hAnsiTheme="minorHAnsi" w:cs="Times New Roman"/>
          <w:b/>
          <w:sz w:val="18"/>
          <w:szCs w:val="18"/>
          <w:lang w:eastAsia="cs-CZ"/>
        </w:rPr>
      </w:pPr>
      <w:r w:rsidRPr="00BE65BA">
        <w:rPr>
          <w:rFonts w:asciiTheme="minorHAnsi" w:eastAsia="Times New Roman" w:hAnsiTheme="minorHAnsi" w:cs="Times New Roman"/>
          <w:sz w:val="18"/>
          <w:szCs w:val="18"/>
          <w:lang w:eastAsia="cs-CZ"/>
        </w:rPr>
        <w:t xml:space="preserve">- bude dokončeno a předáno </w:t>
      </w:r>
      <w:r w:rsidRPr="00BE65BA">
        <w:rPr>
          <w:rFonts w:asciiTheme="minorHAnsi" w:eastAsia="Times New Roman" w:hAnsiTheme="minorHAnsi" w:cs="Times New Roman"/>
          <w:b/>
          <w:sz w:val="18"/>
          <w:szCs w:val="18"/>
          <w:lang w:eastAsia="cs-CZ"/>
        </w:rPr>
        <w:t>do 9 měsíců od zahájení plnění</w:t>
      </w:r>
    </w:p>
    <w:p w14:paraId="2DCB105F"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 xml:space="preserve">- </w:t>
      </w:r>
      <w:r w:rsidRPr="00BE65BA">
        <w:rPr>
          <w:rFonts w:asciiTheme="minorHAnsi" w:eastAsia="Times New Roman" w:hAnsiTheme="minorHAnsi" w:cs="Times New Roman"/>
          <w:b/>
          <w:sz w:val="18"/>
          <w:szCs w:val="18"/>
          <w:lang w:eastAsia="cs-CZ"/>
        </w:rPr>
        <w:t>fakturováno</w:t>
      </w:r>
      <w:r w:rsidRPr="00BE65BA">
        <w:rPr>
          <w:rFonts w:asciiTheme="minorHAnsi" w:eastAsia="Times New Roman" w:hAnsiTheme="minorHAnsi" w:cs="Times New Roman"/>
          <w:sz w:val="18"/>
          <w:szCs w:val="18"/>
          <w:lang w:eastAsia="cs-CZ"/>
        </w:rPr>
        <w:t xml:space="preserve"> bude </w:t>
      </w:r>
      <w:r w:rsidRPr="00BE65BA">
        <w:rPr>
          <w:rFonts w:asciiTheme="minorHAnsi" w:eastAsia="Times New Roman" w:hAnsiTheme="minorHAnsi" w:cs="Times New Roman"/>
          <w:b/>
          <w:bCs/>
          <w:sz w:val="18"/>
          <w:szCs w:val="18"/>
          <w:lang w:eastAsia="cs-CZ"/>
        </w:rPr>
        <w:t>20 % ceny</w:t>
      </w:r>
      <w:r w:rsidRPr="00BE65BA">
        <w:rPr>
          <w:rFonts w:asciiTheme="minorHAnsi" w:eastAsia="Times New Roman" w:hAnsiTheme="minorHAnsi" w:cs="Times New Roman"/>
          <w:sz w:val="18"/>
          <w:szCs w:val="18"/>
          <w:lang w:eastAsia="cs-CZ"/>
        </w:rPr>
        <w:t xml:space="preserve"> díla za zpracování DUSP+PDPS</w:t>
      </w:r>
    </w:p>
    <w:p w14:paraId="623FDA10" w14:textId="77777777" w:rsidR="00B35004" w:rsidRPr="00BE65BA"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p>
    <w:p w14:paraId="469D7194" w14:textId="77777777" w:rsidR="00B35004" w:rsidRPr="00BE65BA"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r w:rsidRPr="00BE65BA">
        <w:rPr>
          <w:rFonts w:asciiTheme="minorHAnsi" w:eastAsia="Times New Roman" w:hAnsiTheme="minorHAnsi" w:cs="Times New Roman"/>
          <w:b/>
          <w:i/>
          <w:sz w:val="18"/>
          <w:szCs w:val="18"/>
          <w:u w:val="single"/>
          <w:lang w:eastAsia="cs-CZ"/>
        </w:rPr>
        <w:t xml:space="preserve">3. dílčí etapa:  </w:t>
      </w:r>
    </w:p>
    <w:p w14:paraId="211B0579" w14:textId="77777777" w:rsidR="00B35004" w:rsidRPr="00BE65BA"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p>
    <w:p w14:paraId="24ADAA1B" w14:textId="77777777" w:rsidR="00B35004" w:rsidRPr="00BE65BA" w:rsidRDefault="00B35004" w:rsidP="00B35004">
      <w:pPr>
        <w:spacing w:after="0" w:line="240" w:lineRule="auto"/>
        <w:ind w:left="454"/>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Předmět díla v rozsahu - zajištění právní moci rozhodnutí o povolení záměru (povolení stavby nebo zařízení) dle Stavebního zákona</w:t>
      </w:r>
    </w:p>
    <w:p w14:paraId="35639BA9" w14:textId="77777777" w:rsidR="00B35004" w:rsidRPr="00BE65BA"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p>
    <w:p w14:paraId="495771AB" w14:textId="77777777" w:rsidR="00B35004" w:rsidRPr="00BE65BA" w:rsidRDefault="00B35004" w:rsidP="00B35004">
      <w:pPr>
        <w:spacing w:after="0" w:line="240" w:lineRule="auto"/>
        <w:ind w:left="426"/>
        <w:jc w:val="both"/>
        <w:rPr>
          <w:rFonts w:asciiTheme="minorHAnsi" w:eastAsia="Times New Roman" w:hAnsiTheme="minorHAnsi" w:cs="Times New Roman"/>
          <w:b/>
          <w:sz w:val="18"/>
          <w:szCs w:val="18"/>
          <w:lang w:eastAsia="cs-CZ"/>
        </w:rPr>
      </w:pPr>
      <w:r w:rsidRPr="00BE65BA">
        <w:rPr>
          <w:rFonts w:asciiTheme="minorHAnsi" w:eastAsia="Times New Roman" w:hAnsiTheme="minorHAnsi" w:cs="Times New Roman"/>
          <w:sz w:val="18"/>
          <w:szCs w:val="18"/>
          <w:lang w:eastAsia="cs-CZ"/>
        </w:rPr>
        <w:t xml:space="preserve">- bude dokončeno </w:t>
      </w:r>
      <w:r w:rsidRPr="00BE65BA">
        <w:rPr>
          <w:rFonts w:asciiTheme="minorHAnsi" w:eastAsia="Times New Roman" w:hAnsiTheme="minorHAnsi" w:cs="Times New Roman"/>
          <w:b/>
          <w:bCs/>
          <w:sz w:val="18"/>
          <w:szCs w:val="18"/>
          <w:lang w:eastAsia="cs-CZ"/>
        </w:rPr>
        <w:t>odevzdáním pravomocného rozhodnutí Objednateli</w:t>
      </w:r>
    </w:p>
    <w:p w14:paraId="3AB08DB4"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 xml:space="preserve">- </w:t>
      </w:r>
      <w:r w:rsidRPr="00BE65BA">
        <w:rPr>
          <w:rFonts w:asciiTheme="minorHAnsi" w:eastAsia="Times New Roman" w:hAnsiTheme="minorHAnsi" w:cs="Times New Roman"/>
          <w:b/>
          <w:sz w:val="18"/>
          <w:szCs w:val="18"/>
          <w:lang w:eastAsia="cs-CZ"/>
        </w:rPr>
        <w:t>fakturováno</w:t>
      </w:r>
      <w:r w:rsidRPr="00BE65BA">
        <w:rPr>
          <w:rFonts w:asciiTheme="minorHAnsi" w:eastAsia="Times New Roman" w:hAnsiTheme="minorHAnsi" w:cs="Times New Roman"/>
          <w:sz w:val="18"/>
          <w:szCs w:val="18"/>
          <w:lang w:eastAsia="cs-CZ"/>
        </w:rPr>
        <w:t xml:space="preserve"> bude </w:t>
      </w:r>
      <w:r w:rsidRPr="00BE65BA">
        <w:rPr>
          <w:rFonts w:asciiTheme="minorHAnsi" w:eastAsia="Times New Roman" w:hAnsiTheme="minorHAnsi" w:cs="Times New Roman"/>
          <w:b/>
          <w:bCs/>
          <w:sz w:val="18"/>
          <w:szCs w:val="18"/>
          <w:lang w:eastAsia="cs-CZ"/>
        </w:rPr>
        <w:t>10 % ceny</w:t>
      </w:r>
      <w:r w:rsidRPr="00BE65BA">
        <w:rPr>
          <w:rFonts w:asciiTheme="minorHAnsi" w:eastAsia="Times New Roman" w:hAnsiTheme="minorHAnsi" w:cs="Times New Roman"/>
          <w:sz w:val="18"/>
          <w:szCs w:val="18"/>
          <w:lang w:eastAsia="cs-CZ"/>
        </w:rPr>
        <w:t xml:space="preserve"> díla za zpracování DUSP+PDPS</w:t>
      </w:r>
    </w:p>
    <w:p w14:paraId="22391167"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025D5C30" w14:textId="77777777" w:rsidR="00B35004" w:rsidRPr="00BE65BA" w:rsidRDefault="00B35004" w:rsidP="00B35004">
      <w:pPr>
        <w:spacing w:after="0" w:line="240" w:lineRule="auto"/>
        <w:ind w:left="426"/>
        <w:jc w:val="both"/>
        <w:rPr>
          <w:rFonts w:asciiTheme="minorHAnsi" w:eastAsia="Times New Roman" w:hAnsiTheme="minorHAnsi" w:cs="Times New Roman"/>
          <w:b/>
          <w:i/>
          <w:sz w:val="18"/>
          <w:szCs w:val="18"/>
          <w:u w:val="single"/>
          <w:lang w:eastAsia="cs-CZ"/>
        </w:rPr>
      </w:pPr>
      <w:r w:rsidRPr="00BE65BA">
        <w:rPr>
          <w:rFonts w:asciiTheme="minorHAnsi" w:eastAsia="Times New Roman" w:hAnsiTheme="minorHAnsi" w:cs="Times New Roman"/>
          <w:b/>
          <w:i/>
          <w:sz w:val="18"/>
          <w:szCs w:val="18"/>
          <w:u w:val="single"/>
          <w:lang w:eastAsia="cs-CZ"/>
        </w:rPr>
        <w:t xml:space="preserve">4. dílčí etapa:  </w:t>
      </w:r>
    </w:p>
    <w:p w14:paraId="52A640A7" w14:textId="77777777" w:rsidR="00B35004" w:rsidRPr="00BE65BA"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Předmět díla v rozsahu – výkon DP při realizaci stavby - bude prováděn v průběhu provádění stavebních prací dle zpracovaného platného harmonogramu prací stavby (</w:t>
      </w:r>
      <w:bookmarkStart w:id="2" w:name="_Hlk160790011"/>
      <w:r w:rsidRPr="00BE65BA">
        <w:rPr>
          <w:rFonts w:asciiTheme="minorHAnsi" w:eastAsia="Times New Roman" w:hAnsiTheme="minorHAnsi" w:cs="Arial"/>
          <w:sz w:val="18"/>
          <w:szCs w:val="18"/>
          <w:lang w:eastAsia="cs-CZ"/>
        </w:rPr>
        <w:t>předpokládanou dobu délky realizace určí DUSP</w:t>
      </w:r>
      <w:bookmarkEnd w:id="2"/>
      <w:r w:rsidRPr="00BE65BA">
        <w:rPr>
          <w:rFonts w:asciiTheme="minorHAnsi" w:eastAsia="Times New Roman" w:hAnsiTheme="minorHAnsi" w:cs="Arial"/>
          <w:sz w:val="18"/>
          <w:szCs w:val="18"/>
          <w:lang w:eastAsia="cs-CZ"/>
        </w:rPr>
        <w:t>)</w:t>
      </w:r>
      <w:r w:rsidRPr="00BE65BA">
        <w:rPr>
          <w:rFonts w:asciiTheme="minorHAnsi" w:eastAsia="Times New Roman" w:hAnsiTheme="minorHAnsi" w:cs="Times New Roman"/>
          <w:sz w:val="18"/>
          <w:szCs w:val="18"/>
          <w:lang w:eastAsia="cs-CZ"/>
        </w:rPr>
        <w:t>, vždy ale do ukončení stavebních prací na stavbě dle Smlouvy o dílo se zhotovitelem stavby</w:t>
      </w:r>
    </w:p>
    <w:p w14:paraId="32B30366" w14:textId="77777777" w:rsidR="00B35004" w:rsidRPr="00BE65BA" w:rsidRDefault="00B35004" w:rsidP="00B35004">
      <w:pPr>
        <w:pStyle w:val="Text2-1"/>
        <w:numPr>
          <w:ilvl w:val="0"/>
          <w:numId w:val="0"/>
        </w:numPr>
        <w:ind w:left="737"/>
      </w:pPr>
    </w:p>
    <w:p w14:paraId="5ADD6367" w14:textId="52DB34C9" w:rsidR="00B35004" w:rsidRPr="00BE65BA" w:rsidRDefault="00B35004" w:rsidP="00B35004">
      <w:pPr>
        <w:spacing w:after="0" w:line="240" w:lineRule="auto"/>
        <w:ind w:left="426"/>
        <w:jc w:val="both"/>
        <w:rPr>
          <w:rFonts w:asciiTheme="minorHAnsi" w:eastAsia="Times New Roman" w:hAnsiTheme="minorHAnsi" w:cs="Times New Roman"/>
          <w:b/>
          <w:sz w:val="18"/>
          <w:szCs w:val="18"/>
          <w:lang w:eastAsia="cs-CZ"/>
        </w:rPr>
      </w:pPr>
      <w:r w:rsidRPr="00BE65BA">
        <w:rPr>
          <w:rFonts w:asciiTheme="minorHAnsi" w:eastAsia="Times New Roman" w:hAnsiTheme="minorHAnsi" w:cs="Times New Roman"/>
          <w:sz w:val="18"/>
          <w:szCs w:val="18"/>
          <w:lang w:eastAsia="cs-CZ"/>
        </w:rPr>
        <w:t>- bude dokončeno a předáno:</w:t>
      </w:r>
      <w:r w:rsidRPr="00BE65BA">
        <w:rPr>
          <w:rFonts w:asciiTheme="minorHAnsi" w:eastAsia="Times New Roman" w:hAnsiTheme="minorHAnsi" w:cs="Times New Roman"/>
          <w:b/>
          <w:sz w:val="18"/>
          <w:szCs w:val="18"/>
          <w:lang w:eastAsia="cs-CZ"/>
        </w:rPr>
        <w:t xml:space="preserve"> ke dni dokončení stavebních prací na stavbě a podpisu </w:t>
      </w:r>
      <w:r w:rsidRPr="00BE65BA">
        <w:rPr>
          <w:rFonts w:asciiTheme="minorHAnsi" w:eastAsia="Times New Roman" w:hAnsiTheme="minorHAnsi" w:cs="Times New Roman"/>
          <w:bCs/>
          <w:sz w:val="18"/>
          <w:szCs w:val="18"/>
          <w:lang w:eastAsia="cs-CZ"/>
        </w:rPr>
        <w:t>a předložení výkazu poskytnutých služeb (o výkonu dozoru projektanta)</w:t>
      </w:r>
    </w:p>
    <w:p w14:paraId="7A3B5CA7" w14:textId="77777777" w:rsidR="00B35004" w:rsidRPr="00B35004" w:rsidRDefault="00B35004" w:rsidP="00B35004">
      <w:pPr>
        <w:spacing w:after="0" w:line="240" w:lineRule="auto"/>
        <w:ind w:left="426"/>
        <w:jc w:val="both"/>
        <w:rPr>
          <w:rFonts w:asciiTheme="minorHAnsi" w:eastAsia="Times New Roman" w:hAnsiTheme="minorHAnsi" w:cs="Times New Roman"/>
          <w:sz w:val="18"/>
          <w:szCs w:val="18"/>
          <w:lang w:eastAsia="cs-CZ"/>
        </w:rPr>
      </w:pPr>
      <w:r w:rsidRPr="00BE65BA">
        <w:rPr>
          <w:rFonts w:asciiTheme="minorHAnsi" w:eastAsia="Times New Roman" w:hAnsiTheme="minorHAnsi" w:cs="Times New Roman"/>
          <w:sz w:val="18"/>
          <w:szCs w:val="18"/>
          <w:lang w:eastAsia="cs-CZ"/>
        </w:rPr>
        <w:t xml:space="preserve">- cena za výkon DP bude </w:t>
      </w:r>
      <w:r w:rsidRPr="00BE65BA">
        <w:rPr>
          <w:rFonts w:asciiTheme="minorHAnsi" w:eastAsia="Times New Roman" w:hAnsiTheme="minorHAnsi" w:cs="Times New Roman"/>
          <w:b/>
          <w:bCs/>
          <w:sz w:val="18"/>
          <w:szCs w:val="18"/>
          <w:lang w:eastAsia="cs-CZ"/>
        </w:rPr>
        <w:t xml:space="preserve">fakturována jednorázově </w:t>
      </w:r>
      <w:r w:rsidRPr="00BE65BA">
        <w:rPr>
          <w:rFonts w:asciiTheme="minorHAnsi" w:eastAsia="Times New Roman" w:hAnsiTheme="minorHAnsi" w:cs="Times New Roman"/>
          <w:sz w:val="18"/>
          <w:szCs w:val="18"/>
          <w:lang w:eastAsia="cs-CZ"/>
        </w:rPr>
        <w:t>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525E64A2" w14:textId="77777777" w:rsidR="00B35004" w:rsidRPr="00B35004" w:rsidRDefault="00B35004" w:rsidP="00B35004">
      <w:pPr>
        <w:spacing w:after="0" w:line="240" w:lineRule="auto"/>
        <w:ind w:left="426"/>
        <w:jc w:val="both"/>
        <w:rPr>
          <w:rFonts w:asciiTheme="minorHAnsi" w:eastAsia="Times New Roman" w:hAnsiTheme="minorHAnsi" w:cs="Times New Roman"/>
          <w:sz w:val="18"/>
          <w:szCs w:val="18"/>
          <w:lang w:eastAsia="cs-CZ"/>
        </w:rPr>
      </w:pPr>
    </w:p>
    <w:p w14:paraId="0A477F56" w14:textId="77777777" w:rsidR="00B35004" w:rsidRPr="00B35004" w:rsidRDefault="00B35004" w:rsidP="00B35004">
      <w:pPr>
        <w:spacing w:after="0" w:line="240" w:lineRule="auto"/>
        <w:ind w:left="426"/>
        <w:jc w:val="both"/>
        <w:rPr>
          <w:rFonts w:asciiTheme="minorHAnsi" w:eastAsia="Times New Roman" w:hAnsiTheme="minorHAnsi" w:cs="Times New Roman"/>
          <w:sz w:val="18"/>
          <w:szCs w:val="18"/>
          <w:lang w:eastAsia="cs-CZ"/>
        </w:rPr>
      </w:pPr>
      <w:r w:rsidRPr="00B35004">
        <w:rPr>
          <w:rFonts w:asciiTheme="minorHAnsi" w:eastAsia="Times New Roman" w:hAnsiTheme="minorHAnsi" w:cs="Times New Roman"/>
          <w:sz w:val="18"/>
          <w:szCs w:val="18"/>
          <w:lang w:eastAsia="cs-CZ"/>
        </w:rPr>
        <w:t>Cena za dílo v rámci jednotlivých etap bude fakturována za předpokladu odevzdání díla bez vad a nedodělků, k výše uvedeným termínům plnění.</w:t>
      </w:r>
    </w:p>
    <w:p w14:paraId="73ECA99B" w14:textId="77777777" w:rsidR="00B35004" w:rsidRPr="00B35004" w:rsidRDefault="00B35004" w:rsidP="00B35004">
      <w:pPr>
        <w:spacing w:after="0" w:line="240" w:lineRule="auto"/>
        <w:ind w:left="426"/>
        <w:jc w:val="both"/>
        <w:rPr>
          <w:rFonts w:asciiTheme="minorHAnsi" w:eastAsia="Times New Roman" w:hAnsiTheme="minorHAnsi" w:cs="Times New Roman"/>
          <w:b/>
          <w:sz w:val="18"/>
          <w:szCs w:val="18"/>
          <w:lang w:eastAsia="cs-CZ"/>
        </w:rPr>
      </w:pPr>
    </w:p>
    <w:p w14:paraId="16DC39AC" w14:textId="77777777" w:rsidR="00B35004" w:rsidRPr="00B35004" w:rsidRDefault="00B35004" w:rsidP="00B35004">
      <w:pPr>
        <w:pStyle w:val="Text2-1"/>
        <w:numPr>
          <w:ilvl w:val="0"/>
          <w:numId w:val="0"/>
        </w:numPr>
        <w:ind w:left="737"/>
        <w:sectPr w:rsidR="00B35004" w:rsidRPr="00B35004" w:rsidSect="00002BCB">
          <w:headerReference w:type="default" r:id="rId31"/>
          <w:footerReference w:type="even" r:id="rId32"/>
          <w:footerReference w:type="default" r:id="rId33"/>
          <w:pgSz w:w="11906" w:h="16838" w:code="9"/>
          <w:pgMar w:top="1588" w:right="1134" w:bottom="1588" w:left="141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4C5B9350" w14:textId="77777777" w:rsidR="00C50C45" w:rsidRDefault="00C50C45" w:rsidP="00C50C45">
      <w:pPr>
        <w:pStyle w:val="Nadpisbezsl1-2"/>
      </w:pPr>
      <w:r>
        <w:t>Za Objednatele</w:t>
      </w:r>
    </w:p>
    <w:p w14:paraId="702F3642" w14:textId="77777777" w:rsidR="00C50C45" w:rsidRPr="00F95FBD" w:rsidRDefault="00C50C45" w:rsidP="00C50C4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50C45" w:rsidRPr="00B62C34" w14:paraId="7872F46D" w14:textId="77777777" w:rsidTr="005F78B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4165C8" w14:textId="77777777" w:rsidR="00C50C45" w:rsidRPr="00B62C34" w:rsidRDefault="00C50C45" w:rsidP="005F78B5">
            <w:pPr>
              <w:pStyle w:val="Tabulka"/>
              <w:rPr>
                <w:rStyle w:val="Nadpisvtabulce"/>
              </w:rPr>
            </w:pPr>
            <w:r w:rsidRPr="00B62C34">
              <w:rPr>
                <w:rStyle w:val="Nadpisvtabulce"/>
              </w:rPr>
              <w:t>Jméno a příjmení</w:t>
            </w:r>
          </w:p>
        </w:tc>
        <w:tc>
          <w:tcPr>
            <w:tcW w:w="5812" w:type="dxa"/>
            <w:shd w:val="clear" w:color="auto" w:fill="auto"/>
          </w:tcPr>
          <w:p w14:paraId="0DEA8167" w14:textId="77777777" w:rsidR="00C50C45" w:rsidRPr="00B62C34" w:rsidRDefault="00C50C45" w:rsidP="005F78B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62C34">
              <w:t>Ing. Miroslav Bocák, ředitel Stavební správy východ</w:t>
            </w:r>
          </w:p>
        </w:tc>
      </w:tr>
      <w:tr w:rsidR="00C50C45" w:rsidRPr="00B62C34" w14:paraId="357D13FF" w14:textId="77777777" w:rsidTr="005F78B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17F9A6" w14:textId="77777777" w:rsidR="00C50C45" w:rsidRPr="00B62C34" w:rsidRDefault="00C50C45" w:rsidP="005F78B5">
            <w:pPr>
              <w:pStyle w:val="Tabulka"/>
            </w:pPr>
            <w:r w:rsidRPr="00B62C34">
              <w:t>Adresa</w:t>
            </w:r>
          </w:p>
        </w:tc>
        <w:tc>
          <w:tcPr>
            <w:tcW w:w="5812" w:type="dxa"/>
            <w:shd w:val="clear" w:color="auto" w:fill="auto"/>
          </w:tcPr>
          <w:p w14:paraId="4BD13F7A" w14:textId="77777777" w:rsidR="00C50C45" w:rsidRPr="00B62C34" w:rsidRDefault="00C50C45" w:rsidP="005F78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62C34">
              <w:t>Nerudova 773/1, 779 00 Olomouc</w:t>
            </w:r>
          </w:p>
        </w:tc>
      </w:tr>
      <w:tr w:rsidR="00C50C45" w:rsidRPr="00B62C34" w14:paraId="4777658C" w14:textId="77777777" w:rsidTr="005F78B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74EDF6" w14:textId="77777777" w:rsidR="00C50C45" w:rsidRPr="00B62C34" w:rsidRDefault="00C50C45" w:rsidP="005F78B5">
            <w:pPr>
              <w:pStyle w:val="Tabulka"/>
            </w:pPr>
            <w:r w:rsidRPr="00B62C34">
              <w:t>E-mail</w:t>
            </w:r>
          </w:p>
        </w:tc>
        <w:tc>
          <w:tcPr>
            <w:tcW w:w="5812" w:type="dxa"/>
            <w:shd w:val="clear" w:color="auto" w:fill="auto"/>
          </w:tcPr>
          <w:p w14:paraId="12D9C56B" w14:textId="77777777" w:rsidR="00C50C45" w:rsidRPr="00B62C34" w:rsidRDefault="000E4F2E" w:rsidP="005F78B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C50C45" w:rsidRPr="00B62C34">
                <w:rPr>
                  <w:rStyle w:val="Hypertextovodkaz"/>
                  <w:noProof w:val="0"/>
                </w:rPr>
                <w:t>Bocak@spravazeleznic.cz</w:t>
              </w:r>
            </w:hyperlink>
            <w:r w:rsidR="00C50C45" w:rsidRPr="00B62C34">
              <w:t xml:space="preserve">   </w:t>
            </w:r>
          </w:p>
        </w:tc>
      </w:tr>
      <w:tr w:rsidR="00C50C45" w:rsidRPr="00B62C34" w14:paraId="059377D6" w14:textId="77777777" w:rsidTr="005F78B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7F973B" w14:textId="77777777" w:rsidR="00C50C45" w:rsidRPr="00B62C34" w:rsidRDefault="00C50C45" w:rsidP="005F78B5">
            <w:pPr>
              <w:pStyle w:val="Tabulka"/>
            </w:pPr>
            <w:r w:rsidRPr="00B62C34">
              <w:t>Telefon</w:t>
            </w:r>
          </w:p>
        </w:tc>
        <w:tc>
          <w:tcPr>
            <w:tcW w:w="5812" w:type="dxa"/>
            <w:shd w:val="clear" w:color="auto" w:fill="auto"/>
          </w:tcPr>
          <w:p w14:paraId="1BD99771" w14:textId="77777777" w:rsidR="00C50C45" w:rsidRPr="00B62C34" w:rsidRDefault="00C50C45" w:rsidP="005F78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62C34">
              <w:t>+420 606 780 184</w:t>
            </w:r>
          </w:p>
        </w:tc>
      </w:tr>
    </w:tbl>
    <w:p w14:paraId="0568FF8C" w14:textId="77777777" w:rsidR="00C50C45" w:rsidRPr="00B62C34" w:rsidRDefault="00C50C45" w:rsidP="00C50C45">
      <w:pPr>
        <w:pStyle w:val="Textbezodsazen"/>
      </w:pPr>
    </w:p>
    <w:p w14:paraId="2820572E" w14:textId="77777777" w:rsidR="00C50C45" w:rsidRPr="00B62C34" w:rsidRDefault="00C50C45" w:rsidP="00C50C45">
      <w:pPr>
        <w:pStyle w:val="Nadpistabulky"/>
        <w:rPr>
          <w:rFonts w:asciiTheme="minorHAnsi" w:hAnsiTheme="minorHAnsi"/>
          <w:sz w:val="18"/>
          <w:szCs w:val="18"/>
        </w:rPr>
      </w:pPr>
      <w:r w:rsidRPr="00B62C34">
        <w:rPr>
          <w:rFonts w:asciiTheme="minorHAnsi" w:hAnsiTheme="minorHAnsi"/>
          <w:sz w:val="18"/>
          <w:szCs w:val="18"/>
        </w:rPr>
        <w:t xml:space="preserve">Ve věcech </w:t>
      </w:r>
      <w:r>
        <w:rPr>
          <w:rFonts w:asciiTheme="minorHAnsi" w:hAnsiTheme="minorHAnsi"/>
          <w:sz w:val="18"/>
          <w:szCs w:val="18"/>
        </w:rPr>
        <w:t>smluvních</w:t>
      </w:r>
      <w:r w:rsidRPr="00B62C34">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C50C45" w:rsidRPr="00131D86" w14:paraId="717C722B" w14:textId="77777777" w:rsidTr="005F7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BD57D3" w14:textId="77777777" w:rsidR="00C50C45" w:rsidRPr="00131D86" w:rsidRDefault="00C50C45" w:rsidP="005F78B5">
            <w:pPr>
              <w:pStyle w:val="Tabulka"/>
              <w:rPr>
                <w:rStyle w:val="Nadpisvtabulce"/>
                <w:b w:val="0"/>
              </w:rPr>
            </w:pPr>
            <w:r w:rsidRPr="00131D86">
              <w:rPr>
                <w:rStyle w:val="Nadpisvtabulce"/>
                <w:b w:val="0"/>
              </w:rPr>
              <w:t>Jméno a příjmení</w:t>
            </w:r>
          </w:p>
        </w:tc>
        <w:tc>
          <w:tcPr>
            <w:tcW w:w="5812" w:type="dxa"/>
            <w:shd w:val="clear" w:color="auto" w:fill="auto"/>
          </w:tcPr>
          <w:p w14:paraId="29DF2ADF" w14:textId="3A9FE83C" w:rsidR="00C50C45" w:rsidRPr="00131D86" w:rsidRDefault="00C50C45" w:rsidP="005F78B5">
            <w:pPr>
              <w:pStyle w:val="Tabulka"/>
              <w:cnfStyle w:val="100000000000" w:firstRow="1" w:lastRow="0" w:firstColumn="0" w:lastColumn="0" w:oddVBand="0" w:evenVBand="0" w:oddHBand="0" w:evenHBand="0" w:firstRowFirstColumn="0" w:firstRowLastColumn="0" w:lastRowFirstColumn="0" w:lastRowLastColumn="0"/>
            </w:pPr>
            <w:r>
              <w:t xml:space="preserve">Mgr. </w:t>
            </w:r>
            <w:r w:rsidR="00F005D0">
              <w:t>Radka Szabó</w:t>
            </w:r>
          </w:p>
        </w:tc>
      </w:tr>
      <w:tr w:rsidR="00C50C45" w:rsidRPr="00131D86" w14:paraId="266375A3"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34CE90" w14:textId="77777777" w:rsidR="00C50C45" w:rsidRPr="00131D86" w:rsidRDefault="00C50C45" w:rsidP="005F78B5">
            <w:pPr>
              <w:pStyle w:val="Tabulka"/>
            </w:pPr>
            <w:r w:rsidRPr="00131D86">
              <w:t>Adresa</w:t>
            </w:r>
          </w:p>
        </w:tc>
        <w:tc>
          <w:tcPr>
            <w:tcW w:w="5812" w:type="dxa"/>
            <w:shd w:val="clear" w:color="auto" w:fill="auto"/>
          </w:tcPr>
          <w:p w14:paraId="5AE5365D" w14:textId="77777777" w:rsidR="00C50C45" w:rsidRPr="00131D86"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131D86">
              <w:t>Nerudova 773/1, 779 00 Olomouc</w:t>
            </w:r>
          </w:p>
        </w:tc>
      </w:tr>
      <w:tr w:rsidR="00C50C45" w:rsidRPr="00131D86" w14:paraId="10B1D7A5"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A4BE9D" w14:textId="77777777" w:rsidR="00C50C45" w:rsidRPr="00131D86" w:rsidRDefault="00C50C45" w:rsidP="005F78B5">
            <w:pPr>
              <w:pStyle w:val="Tabulka"/>
            </w:pPr>
            <w:r w:rsidRPr="00131D86">
              <w:t>E-mail</w:t>
            </w:r>
          </w:p>
        </w:tc>
        <w:tc>
          <w:tcPr>
            <w:tcW w:w="5812" w:type="dxa"/>
            <w:shd w:val="clear" w:color="auto" w:fill="auto"/>
          </w:tcPr>
          <w:p w14:paraId="5B31630D" w14:textId="0E6E56EC" w:rsidR="00C50C45" w:rsidRPr="00131D86" w:rsidRDefault="000E4F2E" w:rsidP="005F78B5">
            <w:pPr>
              <w:pStyle w:val="Tabulka"/>
              <w:cnfStyle w:val="000000000000" w:firstRow="0" w:lastRow="0" w:firstColumn="0" w:lastColumn="0" w:oddVBand="0" w:evenVBand="0" w:oddHBand="0" w:evenHBand="0" w:firstRowFirstColumn="0" w:firstRowLastColumn="0" w:lastRowFirstColumn="0" w:lastRowLastColumn="0"/>
            </w:pPr>
            <w:hyperlink r:id="rId35" w:history="1">
              <w:r w:rsidR="00F005D0" w:rsidRPr="007C5B4E">
                <w:rPr>
                  <w:rStyle w:val="Hypertextovodkaz"/>
                  <w:noProof w:val="0"/>
                </w:rPr>
                <w:t>SzaboR@spravazeleznic.cz</w:t>
              </w:r>
            </w:hyperlink>
            <w:r w:rsidR="00C50C45" w:rsidRPr="00131D86">
              <w:t xml:space="preserve">   </w:t>
            </w:r>
          </w:p>
        </w:tc>
      </w:tr>
      <w:tr w:rsidR="00C50C45" w:rsidRPr="00131D86" w14:paraId="6E0283C0"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AA9A54" w14:textId="77777777" w:rsidR="00C50C45" w:rsidRPr="00131D86" w:rsidRDefault="00C50C45" w:rsidP="005F78B5">
            <w:pPr>
              <w:pStyle w:val="Tabulka"/>
            </w:pPr>
            <w:r w:rsidRPr="00131D86">
              <w:t>Telefon</w:t>
            </w:r>
          </w:p>
        </w:tc>
        <w:tc>
          <w:tcPr>
            <w:tcW w:w="5812" w:type="dxa"/>
            <w:shd w:val="clear" w:color="auto" w:fill="auto"/>
          </w:tcPr>
          <w:p w14:paraId="58EF43A2" w14:textId="1BB8D872" w:rsidR="00C50C45" w:rsidRPr="00131D86"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131D86">
              <w:t xml:space="preserve">+420 </w:t>
            </w:r>
            <w:r w:rsidR="00F005D0">
              <w:t>724</w:t>
            </w:r>
            <w:r w:rsidRPr="00131D86">
              <w:t> </w:t>
            </w:r>
            <w:r w:rsidR="00F005D0">
              <w:t>932</w:t>
            </w:r>
            <w:r w:rsidRPr="00131D86">
              <w:t xml:space="preserve"> </w:t>
            </w:r>
            <w:r w:rsidR="00F005D0">
              <w:t>396</w:t>
            </w:r>
          </w:p>
        </w:tc>
      </w:tr>
    </w:tbl>
    <w:p w14:paraId="71855E26" w14:textId="77777777" w:rsidR="00C50C45" w:rsidRPr="00131D86" w:rsidRDefault="00C50C45" w:rsidP="00C50C45">
      <w:pPr>
        <w:pStyle w:val="Textbezodsazen"/>
      </w:pPr>
    </w:p>
    <w:p w14:paraId="2479CC52" w14:textId="77777777" w:rsidR="00C50C45" w:rsidRPr="00131D86" w:rsidRDefault="00C50C45" w:rsidP="00C50C45">
      <w:pPr>
        <w:pStyle w:val="Nadpistabulky"/>
        <w:rPr>
          <w:rFonts w:asciiTheme="minorHAnsi" w:hAnsiTheme="minorHAnsi"/>
          <w:sz w:val="18"/>
          <w:szCs w:val="18"/>
        </w:rPr>
      </w:pPr>
      <w:r w:rsidRPr="00131D86">
        <w:rPr>
          <w:rFonts w:asciiTheme="minorHAnsi" w:hAnsiTheme="minorHAnsi"/>
          <w:sz w:val="18"/>
          <w:szCs w:val="18"/>
        </w:rPr>
        <w:t>Ve věcech technických a ve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C50C45" w:rsidRPr="00131D86" w14:paraId="4ABB8E0C" w14:textId="77777777" w:rsidTr="005F7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02AA5" w14:textId="77777777" w:rsidR="00C50C45" w:rsidRPr="00131D86" w:rsidRDefault="00C50C45" w:rsidP="005F78B5">
            <w:pPr>
              <w:pStyle w:val="Tabulka"/>
              <w:rPr>
                <w:rStyle w:val="Nadpisvtabulce"/>
              </w:rPr>
            </w:pPr>
            <w:r w:rsidRPr="00131D86">
              <w:rPr>
                <w:rStyle w:val="Nadpisvtabulce"/>
              </w:rPr>
              <w:t>Jméno a příjmení</w:t>
            </w:r>
          </w:p>
        </w:tc>
        <w:tc>
          <w:tcPr>
            <w:tcW w:w="5812" w:type="dxa"/>
            <w:shd w:val="clear" w:color="auto" w:fill="auto"/>
          </w:tcPr>
          <w:p w14:paraId="6E90F95E" w14:textId="74127E07" w:rsidR="00C50C45" w:rsidRPr="00131D86" w:rsidRDefault="00C50C45" w:rsidP="005F78B5">
            <w:pPr>
              <w:pStyle w:val="Tabulka"/>
              <w:cnfStyle w:val="100000000000" w:firstRow="1" w:lastRow="0" w:firstColumn="0" w:lastColumn="0" w:oddVBand="0" w:evenVBand="0" w:oddHBand="0" w:evenHBand="0" w:firstRowFirstColumn="0" w:firstRowLastColumn="0" w:lastRowFirstColumn="0" w:lastRowLastColumn="0"/>
            </w:pPr>
            <w:r w:rsidRPr="00131D86">
              <w:t xml:space="preserve">Ing. </w:t>
            </w:r>
            <w:r>
              <w:t>Lukáš Ferina</w:t>
            </w:r>
          </w:p>
        </w:tc>
      </w:tr>
      <w:tr w:rsidR="00C50C45" w:rsidRPr="00F95FBD" w14:paraId="48E4F58C"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4548CA" w14:textId="77777777" w:rsidR="00C50C45" w:rsidRPr="00131D86" w:rsidRDefault="00C50C45" w:rsidP="005F78B5">
            <w:pPr>
              <w:pStyle w:val="Tabulka"/>
            </w:pPr>
            <w:r w:rsidRPr="00131D86">
              <w:t>Adresa</w:t>
            </w:r>
          </w:p>
        </w:tc>
        <w:tc>
          <w:tcPr>
            <w:tcW w:w="5812" w:type="dxa"/>
            <w:shd w:val="clear" w:color="auto" w:fill="auto"/>
          </w:tcPr>
          <w:p w14:paraId="35062C79" w14:textId="77777777" w:rsidR="00C50C45" w:rsidRPr="00131D86"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A506EC">
              <w:rPr>
                <w:rFonts w:eastAsia="Times New Roman" w:cs="Times New Roman"/>
                <w:bCs/>
              </w:rPr>
              <w:t>Správa železnic, státní organizace, Oblastní ředitelství Hradec Králové, U Fotochemy 259, 501 01 Hradec Králové</w:t>
            </w:r>
          </w:p>
        </w:tc>
      </w:tr>
      <w:tr w:rsidR="00C50C45" w:rsidRPr="00F95FBD" w14:paraId="0E700C81"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ACE2AA" w14:textId="77777777" w:rsidR="00C50C45" w:rsidRPr="00F95FBD" w:rsidRDefault="00C50C45" w:rsidP="005F78B5">
            <w:pPr>
              <w:pStyle w:val="Tabulka"/>
            </w:pPr>
            <w:r w:rsidRPr="00F95FBD">
              <w:t>E-mail</w:t>
            </w:r>
          </w:p>
        </w:tc>
        <w:tc>
          <w:tcPr>
            <w:tcW w:w="5812" w:type="dxa"/>
            <w:shd w:val="clear" w:color="auto" w:fill="auto"/>
          </w:tcPr>
          <w:p w14:paraId="0D804F54" w14:textId="5BEA1E91" w:rsidR="00C50C45" w:rsidRPr="00163E7C" w:rsidRDefault="00C50C45" w:rsidP="005F78B5">
            <w:pPr>
              <w:pStyle w:val="Tabulka"/>
              <w:cnfStyle w:val="000000000000" w:firstRow="0" w:lastRow="0" w:firstColumn="0" w:lastColumn="0" w:oddVBand="0" w:evenVBand="0" w:oddHBand="0" w:evenHBand="0" w:firstRowFirstColumn="0" w:firstRowLastColumn="0" w:lastRowFirstColumn="0" w:lastRowLastColumn="0"/>
            </w:pPr>
            <w:r>
              <w:rPr>
                <w:rStyle w:val="Hypertextovodkaz"/>
              </w:rPr>
              <w:t>Ferina</w:t>
            </w:r>
            <w:r w:rsidRPr="00480009">
              <w:rPr>
                <w:rStyle w:val="Hypertextovodkaz"/>
              </w:rPr>
              <w:t>@spravazeleznic.cz</w:t>
            </w:r>
          </w:p>
        </w:tc>
      </w:tr>
      <w:tr w:rsidR="00C50C45" w:rsidRPr="00F95FBD" w14:paraId="34127689"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9C732C" w14:textId="77777777" w:rsidR="00C50C45" w:rsidRPr="00F95FBD" w:rsidRDefault="00C50C45" w:rsidP="005F78B5">
            <w:pPr>
              <w:pStyle w:val="Tabulka"/>
            </w:pPr>
            <w:r w:rsidRPr="00F95FBD">
              <w:t>Telefon</w:t>
            </w:r>
          </w:p>
        </w:tc>
        <w:tc>
          <w:tcPr>
            <w:tcW w:w="5812" w:type="dxa"/>
            <w:shd w:val="clear" w:color="auto" w:fill="auto"/>
          </w:tcPr>
          <w:p w14:paraId="3BFB55AC" w14:textId="63DE13FC" w:rsidR="00C50C45" w:rsidRPr="00163E7C" w:rsidRDefault="00C50C45" w:rsidP="005F78B5">
            <w:pPr>
              <w:pStyle w:val="Tabulka"/>
              <w:cnfStyle w:val="000000000000" w:firstRow="0" w:lastRow="0" w:firstColumn="0" w:lastColumn="0" w:oddVBand="0" w:evenVBand="0" w:oddHBand="0" w:evenHBand="0" w:firstRowFirstColumn="0" w:firstRowLastColumn="0" w:lastRowFirstColumn="0" w:lastRowLastColumn="0"/>
            </w:pPr>
            <w:r w:rsidRPr="00163E7C">
              <w:t>+420 </w:t>
            </w:r>
            <w:r>
              <w:t>972</w:t>
            </w:r>
            <w:r w:rsidRPr="00163E7C">
              <w:t> </w:t>
            </w:r>
            <w:r>
              <w:t>342</w:t>
            </w:r>
            <w:r w:rsidRPr="00163E7C">
              <w:t xml:space="preserve"> </w:t>
            </w:r>
            <w:r>
              <w:t>041</w:t>
            </w:r>
          </w:p>
        </w:tc>
      </w:tr>
    </w:tbl>
    <w:p w14:paraId="435A3172" w14:textId="77777777" w:rsidR="00C50C45" w:rsidRPr="00F95FBD" w:rsidRDefault="00C50C45" w:rsidP="00C50C45">
      <w:pPr>
        <w:pStyle w:val="Textbezodsazen"/>
      </w:pPr>
    </w:p>
    <w:p w14:paraId="7627CDC9" w14:textId="77777777" w:rsidR="00C50C45" w:rsidRPr="00F95FBD" w:rsidRDefault="00C50C45" w:rsidP="00C50C45">
      <w:pPr>
        <w:pStyle w:val="Nadpistabulky"/>
        <w:rPr>
          <w:rFonts w:asciiTheme="minorHAnsi" w:hAnsiTheme="minorHAnsi"/>
          <w:sz w:val="18"/>
          <w:szCs w:val="18"/>
        </w:rPr>
      </w:pPr>
      <w:r>
        <w:rPr>
          <w:rFonts w:asciiTheme="minorHAnsi" w:hAnsiTheme="minorHAnsi"/>
          <w:sz w:val="18"/>
          <w:szCs w:val="18"/>
        </w:rPr>
        <w:t xml:space="preserve">Autorizovaný </w:t>
      </w:r>
      <w:r w:rsidRPr="00EC707C">
        <w:rPr>
          <w:rFonts w:asciiTheme="minorHAnsi" w:hAnsiTheme="minorHAnsi"/>
          <w:sz w:val="18"/>
          <w:szCs w:val="18"/>
        </w:rPr>
        <w:t>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C50C45" w:rsidRPr="008754B2" w14:paraId="695B0064" w14:textId="77777777" w:rsidTr="005F78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E7D05"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Jméno a příjmení</w:t>
            </w:r>
          </w:p>
        </w:tc>
        <w:tc>
          <w:tcPr>
            <w:tcW w:w="5812" w:type="dxa"/>
            <w:shd w:val="clear" w:color="auto" w:fill="auto"/>
          </w:tcPr>
          <w:p w14:paraId="76DF2352" w14:textId="77777777" w:rsidR="00C50C45" w:rsidRPr="008754B2" w:rsidRDefault="00C50C45" w:rsidP="005F78B5">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C50C45" w:rsidRPr="008754B2" w14:paraId="0AF898D5"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AE30E"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Adresa</w:t>
            </w:r>
          </w:p>
        </w:tc>
        <w:tc>
          <w:tcPr>
            <w:tcW w:w="5812" w:type="dxa"/>
            <w:shd w:val="clear" w:color="auto" w:fill="auto"/>
          </w:tcPr>
          <w:p w14:paraId="7F556B0C" w14:textId="77777777" w:rsidR="00C50C45" w:rsidRPr="008754B2" w:rsidRDefault="00C50C45" w:rsidP="005F78B5">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C50C45" w:rsidRPr="008754B2" w14:paraId="30812C9D"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0BE563"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E-mail</w:t>
            </w:r>
          </w:p>
        </w:tc>
        <w:tc>
          <w:tcPr>
            <w:tcW w:w="5812" w:type="dxa"/>
            <w:shd w:val="clear" w:color="auto" w:fill="auto"/>
          </w:tcPr>
          <w:p w14:paraId="296C0825" w14:textId="77777777" w:rsidR="00C50C45" w:rsidRPr="008754B2" w:rsidRDefault="00C50C45" w:rsidP="005F78B5">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C50C45" w:rsidRPr="008754B2" w14:paraId="4173659A" w14:textId="77777777" w:rsidTr="005F78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94D36" w14:textId="77777777" w:rsidR="00C50C45" w:rsidRPr="008754B2" w:rsidRDefault="00C50C45" w:rsidP="005F78B5">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Telefon</w:t>
            </w:r>
          </w:p>
        </w:tc>
        <w:tc>
          <w:tcPr>
            <w:tcW w:w="5812" w:type="dxa"/>
            <w:shd w:val="clear" w:color="auto" w:fill="auto"/>
          </w:tcPr>
          <w:p w14:paraId="22340A14" w14:textId="77777777" w:rsidR="00C50C45" w:rsidRPr="008754B2" w:rsidRDefault="00C50C45" w:rsidP="005F78B5">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bl>
    <w:p w14:paraId="52648CF6" w14:textId="493705FA"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6157E889" w14:textId="6ED37BC2" w:rsidR="00817F98" w:rsidRPr="00F95FBD" w:rsidRDefault="00817F98" w:rsidP="00817F98">
      <w:pPr>
        <w:pStyle w:val="Nadpistabulky"/>
        <w:rPr>
          <w:sz w:val="18"/>
          <w:szCs w:val="18"/>
        </w:rPr>
      </w:pPr>
      <w:r w:rsidRPr="00BE65BA">
        <w:rPr>
          <w:sz w:val="18"/>
          <w:szCs w:val="18"/>
        </w:rPr>
        <w:t xml:space="preserve">Specialista na </w:t>
      </w:r>
      <w:r w:rsidR="00C50C45" w:rsidRPr="00BE65BA">
        <w:rPr>
          <w:sz w:val="18"/>
          <w:szCs w:val="18"/>
        </w:rPr>
        <w:t>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tbl>
      <w:tblPr>
        <w:tblStyle w:val="Tabulka10"/>
        <w:tblW w:w="8868" w:type="dxa"/>
        <w:tblLook w:val="04A0" w:firstRow="1" w:lastRow="0" w:firstColumn="1" w:lastColumn="0" w:noHBand="0" w:noVBand="1"/>
      </w:tblPr>
      <w:tblGrid>
        <w:gridCol w:w="3056"/>
        <w:gridCol w:w="5812"/>
      </w:tblGrid>
      <w:tr w:rsidR="00817F98" w:rsidRPr="00F95FBD" w14:paraId="086F29E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6628AB"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2B3611B7" w:rsidR="006628AB" w:rsidRPr="00C66209" w:rsidRDefault="006628AB" w:rsidP="006628AB">
            <w:pPr>
              <w:pStyle w:val="Tabulka"/>
            </w:pPr>
            <w:r>
              <w:rPr>
                <w:bCs/>
              </w:rPr>
              <w:t>Výzva k podání nabídky</w:t>
            </w:r>
          </w:p>
        </w:tc>
        <w:tc>
          <w:tcPr>
            <w:tcW w:w="3129" w:type="dxa"/>
          </w:tcPr>
          <w:p w14:paraId="54527245" w14:textId="0727F57F" w:rsidR="006628AB" w:rsidRPr="00155EB5"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t>26</w:t>
            </w:r>
            <w:r w:rsidR="00F005D0">
              <w:t>92</w:t>
            </w:r>
            <w:r w:rsidRPr="00155EB5">
              <w:t>/202</w:t>
            </w:r>
            <w:r>
              <w:t>4</w:t>
            </w:r>
            <w:r w:rsidRPr="00155EB5">
              <w:t>-SŽ-SSV-Ú3</w:t>
            </w:r>
          </w:p>
          <w:p w14:paraId="74C29685" w14:textId="77777777"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9F6A445" w14:textId="1F66606F" w:rsidR="006628AB" w:rsidRPr="00155EB5"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t>1</w:t>
            </w:r>
            <w:r w:rsidR="000E4F2E">
              <w:t>8</w:t>
            </w:r>
            <w:r w:rsidRPr="00155EB5">
              <w:t xml:space="preserve">. </w:t>
            </w:r>
            <w:r>
              <w:t>března</w:t>
            </w:r>
            <w:r w:rsidRPr="00155EB5">
              <w:t xml:space="preserve"> 202</w:t>
            </w:r>
            <w:r>
              <w:t>4</w:t>
            </w:r>
          </w:p>
          <w:p w14:paraId="1616DCEA" w14:textId="77777777"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p>
        </w:tc>
      </w:tr>
      <w:tr w:rsidR="006628AB"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0608D7CB" w:rsidR="006628AB" w:rsidRPr="00C66209" w:rsidRDefault="006628AB" w:rsidP="006628AB">
            <w:pPr>
              <w:pStyle w:val="Tabulka"/>
            </w:pPr>
            <w:r w:rsidRPr="009E1F9E">
              <w:rPr>
                <w:bCs/>
              </w:rPr>
              <w:t>Nabídka Zhotovitele</w:t>
            </w:r>
          </w:p>
        </w:tc>
        <w:tc>
          <w:tcPr>
            <w:tcW w:w="3129" w:type="dxa"/>
          </w:tcPr>
          <w:p w14:paraId="2D738D6B" w14:textId="1C4B2971"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2957" w:type="dxa"/>
          </w:tcPr>
          <w:p w14:paraId="6DC600A7" w14:textId="0A818B5A" w:rsidR="006628AB" w:rsidRPr="00C66209" w:rsidRDefault="006628AB" w:rsidP="006628A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78504DAC" w14:textId="0FD291B3" w:rsidR="00D0544F" w:rsidRDefault="00D0544F" w:rsidP="00D0544F">
      <w:pPr>
        <w:pStyle w:val="Textbezodsazen"/>
      </w:pPr>
    </w:p>
    <w:sectPr w:rsidR="00D0544F"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02AC19CC"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E2FFDAD" w:rsidR="00BC30CC" w:rsidRPr="001716AD" w:rsidRDefault="00F005D0" w:rsidP="001B77EA">
          <w:pPr>
            <w:pStyle w:val="Zpatvlevo"/>
            <w:rPr>
              <w:b/>
              <w:bCs/>
              <w:szCs w:val="12"/>
            </w:rPr>
          </w:pPr>
          <w:r>
            <w:rPr>
              <w:rStyle w:val="Nadpisvtabulce"/>
              <w:b w:val="0"/>
              <w:bCs/>
              <w:sz w:val="12"/>
              <w:szCs w:val="12"/>
            </w:rPr>
            <w:t>Výstavba PZS</w:t>
          </w:r>
          <w:r w:rsidR="001716AD" w:rsidRPr="001716AD">
            <w:rPr>
              <w:rStyle w:val="Nadpisvtabulce"/>
              <w:b w:val="0"/>
              <w:bCs/>
              <w:sz w:val="12"/>
              <w:szCs w:val="12"/>
            </w:rPr>
            <w:t xml:space="preserve"> na přejezdu </w:t>
          </w:r>
          <w:r>
            <w:rPr>
              <w:rStyle w:val="Nadpisvtabulce"/>
              <w:b w:val="0"/>
              <w:bCs/>
              <w:sz w:val="12"/>
              <w:szCs w:val="12"/>
            </w:rPr>
            <w:t xml:space="preserve">P5384 </w:t>
          </w:r>
          <w:r w:rsidR="001716AD" w:rsidRPr="001716AD">
            <w:rPr>
              <w:rStyle w:val="Nadpisvtabulce"/>
              <w:b w:val="0"/>
              <w:bCs/>
              <w:sz w:val="12"/>
              <w:szCs w:val="12"/>
            </w:rPr>
            <w:t xml:space="preserve">v km </w:t>
          </w:r>
          <w:r>
            <w:rPr>
              <w:rStyle w:val="Nadpisvtabulce"/>
              <w:b w:val="0"/>
              <w:bCs/>
              <w:sz w:val="12"/>
              <w:szCs w:val="12"/>
            </w:rPr>
            <w:t>8</w:t>
          </w:r>
          <w:r w:rsidR="001716AD" w:rsidRPr="001716AD">
            <w:rPr>
              <w:rStyle w:val="Nadpisvtabulce"/>
              <w:b w:val="0"/>
              <w:bCs/>
              <w:sz w:val="12"/>
              <w:szCs w:val="12"/>
            </w:rPr>
            <w:t>,</w:t>
          </w:r>
          <w:r>
            <w:rPr>
              <w:rStyle w:val="Nadpisvtabulce"/>
              <w:b w:val="0"/>
              <w:bCs/>
              <w:sz w:val="12"/>
              <w:szCs w:val="12"/>
            </w:rPr>
            <w:t>795</w:t>
          </w:r>
          <w:r w:rsidR="001716AD" w:rsidRPr="001716AD">
            <w:rPr>
              <w:rStyle w:val="Nadpisvtabulce"/>
              <w:b w:val="0"/>
              <w:bCs/>
              <w:sz w:val="12"/>
              <w:szCs w:val="12"/>
            </w:rPr>
            <w:t xml:space="preserve"> trati Hradec Králové – Turnov</w:t>
          </w:r>
        </w:p>
        <w:p w14:paraId="4141C99A" w14:textId="2080BC40" w:rsidR="00BC30CC" w:rsidRPr="003462EB" w:rsidRDefault="00BC30CC" w:rsidP="00503869">
          <w:pPr>
            <w:pStyle w:val="Zpatvlevo"/>
          </w:pPr>
          <w:r>
            <w:t>Smlouva o dílo na zhotovení Dokumentace+D</w:t>
          </w:r>
          <w:r w:rsidR="001716AD">
            <w:t>P</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2A11A4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00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8AB55EB" w:rsidR="00BC30CC" w:rsidRDefault="00BC30CC" w:rsidP="00204180">
          <w:pPr>
            <w:pStyle w:val="Zpatvlevo"/>
          </w:pPr>
          <w:r>
            <w:t>Smlouva o dílo – Zhotovení D</w:t>
          </w:r>
          <w:r w:rsidR="001716AD">
            <w:t>okumentace</w:t>
          </w:r>
          <w:r>
            <w:t>+DP</w:t>
          </w:r>
        </w:p>
        <w:p w14:paraId="14B4C8AB" w14:textId="77777777" w:rsidR="001716AD" w:rsidRPr="001716AD" w:rsidRDefault="001716AD" w:rsidP="001716AD">
          <w:pPr>
            <w:pStyle w:val="Zpatvlevo"/>
            <w:rPr>
              <w:b/>
              <w:bCs/>
              <w:szCs w:val="12"/>
            </w:rPr>
          </w:pPr>
          <w:r w:rsidRPr="001716AD">
            <w:rPr>
              <w:rStyle w:val="Nadpisvtabulce"/>
              <w:b w:val="0"/>
              <w:bCs/>
              <w:sz w:val="12"/>
              <w:szCs w:val="12"/>
            </w:rPr>
            <w:t>Doplnění závor na přejezdu v km 0,741 (P3115) trati Hradec Králové – Turnov</w:t>
          </w:r>
        </w:p>
        <w:p w14:paraId="452A06D2" w14:textId="1CBF64D7" w:rsidR="00BC30CC" w:rsidRPr="00246637" w:rsidRDefault="00BC30CC" w:rsidP="00246637">
          <w:pPr>
            <w:pStyle w:val="Zpatvlevo"/>
            <w:rPr>
              <w:b/>
            </w:rPr>
          </w:pP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206E1999" w14:textId="77777777" w:rsidR="00BC30CC" w:rsidRDefault="00BC30CC" w:rsidP="001716AD">
          <w:pPr>
            <w:pStyle w:val="Zpatvpravo"/>
          </w:pPr>
          <w:r>
            <w:t>Smlouva o dílo – Zhotovení Dokumentace+D</w:t>
          </w:r>
          <w:r w:rsidR="001716AD">
            <w:t>P</w:t>
          </w:r>
        </w:p>
        <w:p w14:paraId="10AA5A21" w14:textId="76A9F796" w:rsidR="001716AD" w:rsidRPr="001716AD" w:rsidRDefault="00F005D0" w:rsidP="001716AD">
          <w:pPr>
            <w:pStyle w:val="Zpatvlevo"/>
            <w:jc w:val="right"/>
            <w:rPr>
              <w:b/>
              <w:bCs/>
              <w:szCs w:val="12"/>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p w14:paraId="37A23ADD" w14:textId="687CF966" w:rsidR="001716AD" w:rsidRPr="00246637" w:rsidRDefault="001716AD" w:rsidP="001716AD">
          <w:pPr>
            <w:pStyle w:val="Zpatvpravo"/>
            <w:rPr>
              <w:rStyle w:val="Tun"/>
              <w:b w:val="0"/>
            </w:rPr>
          </w:pPr>
        </w:p>
      </w:tc>
      <w:tc>
        <w:tcPr>
          <w:tcW w:w="907" w:type="dxa"/>
          <w:vAlign w:val="bottom"/>
        </w:tcPr>
        <w:p w14:paraId="65B8F9CA" w14:textId="7D487F6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7B0536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004">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0E9589E" w:rsidR="00BC30CC" w:rsidRDefault="00BC30CC" w:rsidP="00246637">
          <w:pPr>
            <w:pStyle w:val="Zpatvlevo"/>
          </w:pPr>
          <w:r>
            <w:t>Smlouva o dílo – Zhotovení D</w:t>
          </w:r>
          <w:r w:rsidR="001716AD">
            <w:t>okumentace</w:t>
          </w:r>
          <w:r>
            <w:t>+D</w:t>
          </w:r>
          <w:r w:rsidR="001716AD">
            <w:t>P</w:t>
          </w:r>
        </w:p>
        <w:p w14:paraId="7CA1BE15" w14:textId="77777777" w:rsidR="001716AD" w:rsidRPr="001716AD" w:rsidRDefault="001716AD" w:rsidP="001716AD">
          <w:pPr>
            <w:pStyle w:val="Zpatvlevo"/>
            <w:rPr>
              <w:b/>
              <w:bCs/>
              <w:szCs w:val="12"/>
            </w:rPr>
          </w:pPr>
          <w:r w:rsidRPr="001716AD">
            <w:rPr>
              <w:rStyle w:val="Nadpisvtabulce"/>
              <w:b w:val="0"/>
              <w:bCs/>
              <w:sz w:val="12"/>
              <w:szCs w:val="12"/>
            </w:rPr>
            <w:t>Doplnění závor na přejezdu v km 0,741 (P3115) trati Hradec Králové – Turnov</w:t>
          </w:r>
        </w:p>
        <w:p w14:paraId="5C4FFE2E" w14:textId="60C2731C" w:rsidR="00BC30CC" w:rsidRPr="0020397D" w:rsidRDefault="00BC30CC" w:rsidP="00246637">
          <w:pPr>
            <w:pStyle w:val="Zpatvlevo"/>
            <w:rPr>
              <w:b/>
            </w:rPr>
          </w:pP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6BFF" w14:textId="77777777" w:rsidR="00C50C45" w:rsidRDefault="00C50C45" w:rsidP="00C50C45">
    <w:pPr>
      <w:pStyle w:val="Zpatvlevo"/>
      <w:rPr>
        <w:b/>
      </w:rPr>
    </w:pPr>
  </w:p>
  <w:p w14:paraId="208AD843" w14:textId="77777777" w:rsidR="00C50C45" w:rsidRDefault="00C50C45" w:rsidP="00C50C45">
    <w:pPr>
      <w:pStyle w:val="Zpatvlevo"/>
      <w:rPr>
        <w:b/>
      </w:rPr>
    </w:pPr>
  </w:p>
  <w:p w14:paraId="29D26194" w14:textId="30FE22D3" w:rsidR="00C50C45" w:rsidRPr="00671F70" w:rsidRDefault="00C50C45" w:rsidP="00C50C45">
    <w:pPr>
      <w:pStyle w:val="Zpatvlevo"/>
      <w:rPr>
        <w:b/>
      </w:rPr>
    </w:pPr>
    <w:r w:rsidRPr="00671F70">
      <w:rPr>
        <w:b/>
      </w:rPr>
      <w:t>PŘ</w:t>
    </w:r>
    <w:r>
      <w:rPr>
        <w:b/>
      </w:rPr>
      <w:t>ÍLOHA č. 5</w:t>
    </w:r>
  </w:p>
  <w:p w14:paraId="06F629DC" w14:textId="77777777" w:rsidR="00C50C45" w:rsidRDefault="00C50C45" w:rsidP="00C50C45">
    <w:pPr>
      <w:pStyle w:val="Zpatvlevo"/>
    </w:pPr>
    <w:r>
      <w:t>Smlouva o dílo – Zhotovení Dokumentace+DP</w:t>
    </w:r>
  </w:p>
  <w:p w14:paraId="2CB08E27" w14:textId="33B6B7FB" w:rsidR="00C50C45" w:rsidRDefault="00F005D0" w:rsidP="00C50C45">
    <w:pPr>
      <w:pStyle w:val="Zpatvlevo"/>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p w14:paraId="59439041" w14:textId="77777777" w:rsidR="00BC30CC" w:rsidRPr="00C50C45" w:rsidRDefault="00BC30CC" w:rsidP="00C50C45">
    <w:pPr>
      <w:pStyle w:val="Zpa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7B36F1D2"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76B9C686" w:rsidR="00BC30CC" w:rsidRDefault="00BC30CC" w:rsidP="00817F98">
          <w:pPr>
            <w:pStyle w:val="Zpatvlevo"/>
          </w:pPr>
          <w:r>
            <w:t>Smlouva o dílo – Zhotovení Dokumentace+D</w:t>
          </w:r>
          <w:r w:rsidR="001716AD">
            <w:t>P</w:t>
          </w:r>
        </w:p>
        <w:p w14:paraId="68932309" w14:textId="00624E18" w:rsidR="00BC30CC" w:rsidRPr="003462EB" w:rsidRDefault="00F005D0" w:rsidP="00F005D0">
          <w:pPr>
            <w:pStyle w:val="Zpatvlevo"/>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7802A1C6" w:rsidR="00BC30CC" w:rsidRDefault="00BC30CC" w:rsidP="00204180">
          <w:pPr>
            <w:pStyle w:val="Zpatvpravo"/>
          </w:pPr>
          <w:r>
            <w:t>Smlouva o dílo – Zhotovení Dokumentace+D</w:t>
          </w:r>
          <w:r w:rsidR="001716AD">
            <w:t>P</w:t>
          </w:r>
          <w:r>
            <w:t xml:space="preserve"> </w:t>
          </w:r>
        </w:p>
        <w:p w14:paraId="4B89B221" w14:textId="4A701536" w:rsidR="00BC30CC" w:rsidRPr="00612EE8" w:rsidRDefault="00F005D0" w:rsidP="00F005D0">
          <w:pPr>
            <w:pStyle w:val="Zpatvlevo"/>
            <w:jc w:val="right"/>
            <w:rPr>
              <w:rStyle w:val="Tun"/>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tc>
      <w:tc>
        <w:tcPr>
          <w:tcW w:w="907" w:type="dxa"/>
          <w:vAlign w:val="bottom"/>
        </w:tcPr>
        <w:p w14:paraId="7C837A05" w14:textId="61257A9A"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1EE5AA7B"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30D71AE2" w:rsidR="00BC30CC" w:rsidRDefault="00BC30CC" w:rsidP="00204180">
          <w:pPr>
            <w:pStyle w:val="Zpatvpravo"/>
          </w:pPr>
          <w:r>
            <w:t>Smlouva o dílo – Zhotovení Dokumentace+D</w:t>
          </w:r>
          <w:r w:rsidR="001716AD">
            <w:t>P</w:t>
          </w:r>
          <w:r>
            <w:t xml:space="preserve"> </w:t>
          </w:r>
        </w:p>
        <w:p w14:paraId="51830C6E" w14:textId="2086F5C3" w:rsidR="00BC30CC" w:rsidRPr="00612EE8" w:rsidRDefault="00F005D0" w:rsidP="00F005D0">
          <w:pPr>
            <w:pStyle w:val="Zpatvlevo"/>
            <w:jc w:val="right"/>
            <w:rPr>
              <w:rStyle w:val="Tun"/>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tc>
      <w:tc>
        <w:tcPr>
          <w:tcW w:w="907" w:type="dxa"/>
          <w:vAlign w:val="bottom"/>
        </w:tcPr>
        <w:p w14:paraId="2B80BA58" w14:textId="60CB82E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27FB57F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2618AC56" w:rsidR="00BC30CC" w:rsidRDefault="00BC30CC" w:rsidP="00204180">
          <w:pPr>
            <w:pStyle w:val="Zpatvpravo"/>
          </w:pPr>
          <w:r>
            <w:t>Smlouva o dílo – Zhotovení Dokumentace+D</w:t>
          </w:r>
          <w:r w:rsidR="001716AD">
            <w:t>P</w:t>
          </w:r>
        </w:p>
        <w:p w14:paraId="2C8DBB57" w14:textId="76B1685F" w:rsidR="00BC30CC" w:rsidRPr="00612EE8" w:rsidRDefault="00F005D0" w:rsidP="00F005D0">
          <w:pPr>
            <w:pStyle w:val="Zpatvlevo"/>
            <w:jc w:val="right"/>
            <w:rPr>
              <w:rStyle w:val="Tun"/>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tc>
      <w:tc>
        <w:tcPr>
          <w:tcW w:w="907" w:type="dxa"/>
          <w:vAlign w:val="bottom"/>
        </w:tcPr>
        <w:p w14:paraId="5458B419" w14:textId="268588F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0AD0EDF5" w14:textId="77777777" w:rsidR="00F005D0" w:rsidRDefault="00F005D0" w:rsidP="001716AD">
          <w:pPr>
            <w:pStyle w:val="Zpatvpravo"/>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r w:rsidRPr="00AD5865">
            <w:t xml:space="preserve"> </w:t>
          </w:r>
        </w:p>
        <w:p w14:paraId="4AFD9FE1" w14:textId="150563C3" w:rsidR="00BC30CC" w:rsidRPr="00AD5865" w:rsidRDefault="00BC30CC" w:rsidP="001716AD">
          <w:pPr>
            <w:pStyle w:val="Zpatvpravo"/>
          </w:pPr>
          <w:r w:rsidRPr="00AD5865">
            <w:t>Smlouva o dílo na zhotovení Dokumentace+D</w:t>
          </w:r>
          <w:r w:rsidR="001716AD">
            <w:t>P</w:t>
          </w:r>
        </w:p>
      </w:tc>
      <w:tc>
        <w:tcPr>
          <w:tcW w:w="859" w:type="dxa"/>
          <w:vAlign w:val="bottom"/>
        </w:tcPr>
        <w:p w14:paraId="7EEB4FDA" w14:textId="0B5DABCD"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0E4F2E">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7E4BCF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4AC7EFDC" w:rsidR="00BC30CC" w:rsidRDefault="00BC30CC" w:rsidP="00204180">
          <w:pPr>
            <w:pStyle w:val="Zpatvpravo"/>
          </w:pPr>
          <w:r>
            <w:t>Smlouva o dílo – Zhotovení Dokumentace+D</w:t>
          </w:r>
          <w:r w:rsidR="001716AD">
            <w:t>P</w:t>
          </w:r>
          <w:r>
            <w:t xml:space="preserve"> </w:t>
          </w:r>
        </w:p>
        <w:p w14:paraId="513E1875" w14:textId="4045CAD4" w:rsidR="00BC30CC" w:rsidRPr="0020397D" w:rsidRDefault="00F005D0" w:rsidP="00F005D0">
          <w:pPr>
            <w:pStyle w:val="Zpatvlevo"/>
            <w:jc w:val="right"/>
            <w:rPr>
              <w:rStyle w:val="Tun"/>
              <w:b w:val="0"/>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tc>
      <w:tc>
        <w:tcPr>
          <w:tcW w:w="907" w:type="dxa"/>
          <w:vAlign w:val="bottom"/>
        </w:tcPr>
        <w:p w14:paraId="563D30AC" w14:textId="413BF73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2DFE758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10E4B587" w:rsidR="00BC30CC" w:rsidRDefault="00BC30CC" w:rsidP="00204180">
          <w:pPr>
            <w:pStyle w:val="Zpatvlevo"/>
          </w:pPr>
          <w:r>
            <w:t>Smlouva o dílo – Zhotovení Dokumentace+D</w:t>
          </w:r>
          <w:r w:rsidR="001716AD">
            <w:t>P</w:t>
          </w:r>
        </w:p>
        <w:p w14:paraId="599E057B" w14:textId="4ADB3329" w:rsidR="001716AD" w:rsidRPr="001716AD" w:rsidRDefault="00F005D0" w:rsidP="001716AD">
          <w:pPr>
            <w:pStyle w:val="Zpatvlevo"/>
            <w:rPr>
              <w:b/>
              <w:bCs/>
              <w:szCs w:val="12"/>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p w14:paraId="019E2C0A" w14:textId="280871A0" w:rsidR="00BC30CC" w:rsidRPr="003462EB" w:rsidRDefault="00BC30CC" w:rsidP="00F90EC0">
          <w:pPr>
            <w:pStyle w:val="Zpatvlevo"/>
          </w:pP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6E81E9FB" w:rsidR="00BC30CC" w:rsidRDefault="00BC30CC" w:rsidP="00F90EC0">
          <w:pPr>
            <w:pStyle w:val="Zpatvpravo"/>
          </w:pPr>
          <w:r>
            <w:t>Smlouva o dílo – Zhotovení Dokumentace+D</w:t>
          </w:r>
          <w:r w:rsidR="001716AD">
            <w:t>P</w:t>
          </w:r>
          <w:r>
            <w:t xml:space="preserve"> </w:t>
          </w:r>
        </w:p>
        <w:p w14:paraId="15A9F32A" w14:textId="6CA586C7" w:rsidR="00BC30CC" w:rsidRPr="001716AD" w:rsidRDefault="00F005D0" w:rsidP="001716AD">
          <w:pPr>
            <w:pStyle w:val="Zpatvlevo"/>
            <w:jc w:val="right"/>
            <w:rPr>
              <w:rStyle w:val="Tun"/>
              <w:bCs/>
              <w:szCs w:val="12"/>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tc>
      <w:tc>
        <w:tcPr>
          <w:tcW w:w="907" w:type="dxa"/>
          <w:vAlign w:val="bottom"/>
        </w:tcPr>
        <w:p w14:paraId="33E252FF" w14:textId="11B301A9"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2</w:t>
          </w:r>
          <w:r w:rsidRPr="007145F3">
            <w:rPr>
              <w:b/>
              <w:noProof/>
              <w:color w:val="FF5200" w:themeColor="accent2"/>
              <w:sz w:val="14"/>
              <w:szCs w:val="14"/>
            </w:rPr>
            <w:fldChar w:fldCharType="end"/>
          </w:r>
        </w:p>
      </w:tc>
    </w:tr>
    <w:tr w:rsidR="001716AD" w:rsidRPr="009E09BE" w14:paraId="33367DD5" w14:textId="77777777" w:rsidTr="00D36695">
      <w:tc>
        <w:tcPr>
          <w:tcW w:w="7825" w:type="dxa"/>
          <w:tcMar>
            <w:left w:w="0" w:type="dxa"/>
            <w:right w:w="0" w:type="dxa"/>
          </w:tcMar>
          <w:vAlign w:val="bottom"/>
        </w:tcPr>
        <w:p w14:paraId="7EF90189" w14:textId="77777777" w:rsidR="001716AD" w:rsidRPr="008C00FC" w:rsidRDefault="001716AD" w:rsidP="00F90EC0">
          <w:pPr>
            <w:pStyle w:val="Zpatvpravo"/>
            <w:rPr>
              <w:rStyle w:val="Tun"/>
            </w:rPr>
          </w:pPr>
        </w:p>
      </w:tc>
      <w:tc>
        <w:tcPr>
          <w:tcW w:w="907" w:type="dxa"/>
          <w:vAlign w:val="bottom"/>
        </w:tcPr>
        <w:p w14:paraId="31BCCDF8" w14:textId="77777777" w:rsidR="001716AD" w:rsidRPr="00B8518B" w:rsidRDefault="001716AD" w:rsidP="00204180">
          <w:pPr>
            <w:pStyle w:val="Zpatvpravo"/>
            <w:rPr>
              <w:rStyle w:val="slostrnky"/>
            </w:rPr>
          </w:pP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3D3F8C81"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763165E0" w:rsidR="00BC30CC" w:rsidRDefault="00BC30CC" w:rsidP="00F90EC0">
          <w:pPr>
            <w:pStyle w:val="Zpatvpravo"/>
          </w:pPr>
          <w:r>
            <w:t>Smlouva o dílo – Zhotovení Dokumentace+D</w:t>
          </w:r>
          <w:r w:rsidR="001716AD">
            <w:t>P</w:t>
          </w:r>
          <w:r>
            <w:t xml:space="preserve"> </w:t>
          </w:r>
        </w:p>
        <w:p w14:paraId="7BFC6238" w14:textId="16982AF8" w:rsidR="001716AD" w:rsidRPr="001716AD" w:rsidRDefault="00F005D0" w:rsidP="001716AD">
          <w:pPr>
            <w:pStyle w:val="Zpatvlevo"/>
            <w:jc w:val="right"/>
            <w:rPr>
              <w:b/>
              <w:bCs/>
              <w:szCs w:val="12"/>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p w14:paraId="5B5BB7E5" w14:textId="5C51A299" w:rsidR="00BC30CC" w:rsidRPr="00612EE8" w:rsidRDefault="00BC30CC" w:rsidP="00F90EC0">
          <w:pPr>
            <w:pStyle w:val="Zpatvpravo"/>
            <w:rPr>
              <w:rStyle w:val="Tun"/>
            </w:rPr>
          </w:pPr>
        </w:p>
      </w:tc>
      <w:tc>
        <w:tcPr>
          <w:tcW w:w="907" w:type="dxa"/>
          <w:vAlign w:val="bottom"/>
        </w:tcPr>
        <w:p w14:paraId="68AAABB9" w14:textId="42D51850"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3372617D"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628AB">
            <w:rPr>
              <w:rStyle w:val="Tun"/>
              <w:b w:val="0"/>
              <w:bCs/>
              <w:noProof/>
            </w:rPr>
            <w:t>Chyba! V dokumentu není žádný text v zadaném stylu.</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5E2CF8DE" w:rsidR="00BC30CC" w:rsidRDefault="00BC30CC" w:rsidP="00204180">
          <w:pPr>
            <w:pStyle w:val="Zpatvpravo"/>
          </w:pPr>
          <w:r>
            <w:t>Smlouva o dílo – Zhotovení Dokumentace+</w:t>
          </w:r>
          <w:r w:rsidR="001716AD">
            <w:t>DP</w:t>
          </w:r>
        </w:p>
        <w:p w14:paraId="333BF390" w14:textId="4E1B5FB4" w:rsidR="001716AD" w:rsidRPr="001716AD" w:rsidRDefault="00F005D0" w:rsidP="001716AD">
          <w:pPr>
            <w:pStyle w:val="Zpatvlevo"/>
            <w:jc w:val="right"/>
            <w:rPr>
              <w:b/>
              <w:bCs/>
              <w:szCs w:val="12"/>
            </w:rPr>
          </w:pPr>
          <w:r>
            <w:rPr>
              <w:rStyle w:val="Nadpisvtabulce"/>
              <w:b w:val="0"/>
              <w:bCs/>
              <w:sz w:val="12"/>
              <w:szCs w:val="12"/>
            </w:rPr>
            <w:t>Výstavba PZS</w:t>
          </w:r>
          <w:r w:rsidRPr="001716AD">
            <w:rPr>
              <w:rStyle w:val="Nadpisvtabulce"/>
              <w:b w:val="0"/>
              <w:bCs/>
              <w:sz w:val="12"/>
              <w:szCs w:val="12"/>
            </w:rPr>
            <w:t xml:space="preserve"> na přejezdu </w:t>
          </w:r>
          <w:r>
            <w:rPr>
              <w:rStyle w:val="Nadpisvtabulce"/>
              <w:b w:val="0"/>
              <w:bCs/>
              <w:sz w:val="12"/>
              <w:szCs w:val="12"/>
            </w:rPr>
            <w:t xml:space="preserve">P5384 </w:t>
          </w:r>
          <w:r w:rsidRPr="001716AD">
            <w:rPr>
              <w:rStyle w:val="Nadpisvtabulce"/>
              <w:b w:val="0"/>
              <w:bCs/>
              <w:sz w:val="12"/>
              <w:szCs w:val="12"/>
            </w:rPr>
            <w:t xml:space="preserve">v km </w:t>
          </w:r>
          <w:r>
            <w:rPr>
              <w:rStyle w:val="Nadpisvtabulce"/>
              <w:b w:val="0"/>
              <w:bCs/>
              <w:sz w:val="12"/>
              <w:szCs w:val="12"/>
            </w:rPr>
            <w:t>8</w:t>
          </w:r>
          <w:r w:rsidRPr="001716AD">
            <w:rPr>
              <w:rStyle w:val="Nadpisvtabulce"/>
              <w:b w:val="0"/>
              <w:bCs/>
              <w:sz w:val="12"/>
              <w:szCs w:val="12"/>
            </w:rPr>
            <w:t>,</w:t>
          </w:r>
          <w:r>
            <w:rPr>
              <w:rStyle w:val="Nadpisvtabulce"/>
              <w:b w:val="0"/>
              <w:bCs/>
              <w:sz w:val="12"/>
              <w:szCs w:val="12"/>
            </w:rPr>
            <w:t>795</w:t>
          </w:r>
          <w:r w:rsidRPr="001716AD">
            <w:rPr>
              <w:rStyle w:val="Nadpisvtabulce"/>
              <w:b w:val="0"/>
              <w:bCs/>
              <w:sz w:val="12"/>
              <w:szCs w:val="12"/>
            </w:rPr>
            <w:t xml:space="preserve"> trati Hradec Králové – Turnov</w:t>
          </w:r>
        </w:p>
        <w:p w14:paraId="27DDE76B" w14:textId="497B780F" w:rsidR="00BC30CC" w:rsidRPr="00612EE8" w:rsidRDefault="00BC30CC" w:rsidP="004908EA">
          <w:pPr>
            <w:pStyle w:val="Zpatvpravo"/>
            <w:rPr>
              <w:rStyle w:val="Tun"/>
            </w:rPr>
          </w:pPr>
        </w:p>
      </w:tc>
      <w:tc>
        <w:tcPr>
          <w:tcW w:w="907" w:type="dxa"/>
          <w:vAlign w:val="bottom"/>
        </w:tcPr>
        <w:p w14:paraId="0703CE63" w14:textId="05530E4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4F2E">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83.85pt;height:139.7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975AD"/>
    <w:rsid w:val="000B0797"/>
    <w:rsid w:val="000B4EB8"/>
    <w:rsid w:val="000B70C8"/>
    <w:rsid w:val="000C41F2"/>
    <w:rsid w:val="000C67D7"/>
    <w:rsid w:val="000D22C4"/>
    <w:rsid w:val="000D27D1"/>
    <w:rsid w:val="000D2FAD"/>
    <w:rsid w:val="000E1A7F"/>
    <w:rsid w:val="000E4096"/>
    <w:rsid w:val="000E4F2E"/>
    <w:rsid w:val="000E7195"/>
    <w:rsid w:val="000F2F54"/>
    <w:rsid w:val="000F5915"/>
    <w:rsid w:val="00112864"/>
    <w:rsid w:val="00114472"/>
    <w:rsid w:val="00114988"/>
    <w:rsid w:val="00115069"/>
    <w:rsid w:val="001150F2"/>
    <w:rsid w:val="00122114"/>
    <w:rsid w:val="00124751"/>
    <w:rsid w:val="0012738A"/>
    <w:rsid w:val="00133336"/>
    <w:rsid w:val="001413F2"/>
    <w:rsid w:val="001432EB"/>
    <w:rsid w:val="00143EC0"/>
    <w:rsid w:val="0014568E"/>
    <w:rsid w:val="001656A2"/>
    <w:rsid w:val="00165977"/>
    <w:rsid w:val="00170EC5"/>
    <w:rsid w:val="001716AD"/>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30FB"/>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374B2"/>
    <w:rsid w:val="00640989"/>
    <w:rsid w:val="00644B90"/>
    <w:rsid w:val="00646AB2"/>
    <w:rsid w:val="00647FBB"/>
    <w:rsid w:val="0065610E"/>
    <w:rsid w:val="00656E45"/>
    <w:rsid w:val="00660AD3"/>
    <w:rsid w:val="006628AB"/>
    <w:rsid w:val="006650B1"/>
    <w:rsid w:val="00670279"/>
    <w:rsid w:val="006708EB"/>
    <w:rsid w:val="00671F70"/>
    <w:rsid w:val="006776B6"/>
    <w:rsid w:val="00681A17"/>
    <w:rsid w:val="006916AE"/>
    <w:rsid w:val="006923D4"/>
    <w:rsid w:val="006923FD"/>
    <w:rsid w:val="00693150"/>
    <w:rsid w:val="00693EAA"/>
    <w:rsid w:val="00695A47"/>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47F0B"/>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483B"/>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0809"/>
    <w:rsid w:val="00897796"/>
    <w:rsid w:val="00897AC2"/>
    <w:rsid w:val="008A3568"/>
    <w:rsid w:val="008A4D1B"/>
    <w:rsid w:val="008B30AC"/>
    <w:rsid w:val="008C00FC"/>
    <w:rsid w:val="008C0C4C"/>
    <w:rsid w:val="008C2D4D"/>
    <w:rsid w:val="008C50F3"/>
    <w:rsid w:val="008C715F"/>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77391"/>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60C"/>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87AA7"/>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35004"/>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5B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0C45"/>
    <w:rsid w:val="00C539CB"/>
    <w:rsid w:val="00C57FCA"/>
    <w:rsid w:val="00C6198E"/>
    <w:rsid w:val="00C6222E"/>
    <w:rsid w:val="00C63A84"/>
    <w:rsid w:val="00C64158"/>
    <w:rsid w:val="00C66209"/>
    <w:rsid w:val="00C708EA"/>
    <w:rsid w:val="00C735E9"/>
    <w:rsid w:val="00C778A5"/>
    <w:rsid w:val="00C95162"/>
    <w:rsid w:val="00CA775E"/>
    <w:rsid w:val="00CB41C0"/>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05D0"/>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3F21"/>
    <w:rsid w:val="00F659EB"/>
    <w:rsid w:val="00F762A8"/>
    <w:rsid w:val="00F83EC1"/>
    <w:rsid w:val="00F86BA6"/>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F00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Bocak@spravazeleznic.cz" TargetMode="External"/><Relationship Id="rId42" Type="http://schemas.openxmlformats.org/officeDocument/2006/relationships/header" Target="header9.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header" Target="header7.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yperlink" Target="mailto:SzaboR@spravazeleznic.cz" TargetMode="Externa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2B64"/>
    <w:rsid w:val="005932B5"/>
    <w:rsid w:val="006069AF"/>
    <w:rsid w:val="00676E73"/>
    <w:rsid w:val="006854CC"/>
    <w:rsid w:val="006B72F6"/>
    <w:rsid w:val="00714E70"/>
    <w:rsid w:val="0076262F"/>
    <w:rsid w:val="007B3172"/>
    <w:rsid w:val="0082284C"/>
    <w:rsid w:val="00845425"/>
    <w:rsid w:val="008E7144"/>
    <w:rsid w:val="008F63A2"/>
    <w:rsid w:val="00904D5A"/>
    <w:rsid w:val="0094760A"/>
    <w:rsid w:val="0096275B"/>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75AC2"/>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17</TotalTime>
  <Pages>27</Pages>
  <Words>5954</Words>
  <Characters>35134</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4</cp:revision>
  <cp:lastPrinted>2024-03-08T10:41:00Z</cp:lastPrinted>
  <dcterms:created xsi:type="dcterms:W3CDTF">2024-03-12T12:46:00Z</dcterms:created>
  <dcterms:modified xsi:type="dcterms:W3CDTF">2024-03-13T13:55:00Z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